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B16" w:rsidRPr="0028726C" w:rsidRDefault="0028726C" w:rsidP="0028726C">
      <w:pPr>
        <w:jc w:val="right"/>
      </w:pPr>
      <w:r w:rsidRPr="0028726C">
        <w:t>Приложение №12</w:t>
      </w:r>
    </w:p>
    <w:p w:rsidR="0028726C" w:rsidRPr="0028726C" w:rsidRDefault="0028726C" w:rsidP="0028726C">
      <w:pPr>
        <w:jc w:val="right"/>
      </w:pPr>
      <w:r w:rsidRPr="0028726C">
        <w:t>к Договору №______________________</w:t>
      </w:r>
      <w:proofErr w:type="gramStart"/>
      <w:r w:rsidRPr="0028726C">
        <w:t>от</w:t>
      </w:r>
      <w:proofErr w:type="gramEnd"/>
      <w:r w:rsidRPr="0028726C">
        <w:t xml:space="preserve"> ___________</w:t>
      </w:r>
    </w:p>
    <w:p w:rsidR="0028726C" w:rsidRPr="0028726C" w:rsidRDefault="0028726C" w:rsidP="0028726C">
      <w:pPr>
        <w:jc w:val="right"/>
      </w:pPr>
    </w:p>
    <w:p w:rsidR="0028726C" w:rsidRDefault="0028726C" w:rsidP="00793B16">
      <w:pPr>
        <w:jc w:val="center"/>
        <w:rPr>
          <w:b/>
        </w:rPr>
      </w:pPr>
    </w:p>
    <w:p w:rsidR="0028726C" w:rsidRPr="008756A3" w:rsidRDefault="0028726C" w:rsidP="00793B16">
      <w:pPr>
        <w:jc w:val="center"/>
        <w:rPr>
          <w:b/>
        </w:rPr>
      </w:pPr>
    </w:p>
    <w:p w:rsidR="00793B16" w:rsidRPr="008756A3" w:rsidRDefault="00793B16" w:rsidP="00793B16">
      <w:pPr>
        <w:jc w:val="center"/>
        <w:rPr>
          <w:b/>
        </w:rPr>
      </w:pPr>
      <w:r w:rsidRPr="008756A3">
        <w:rPr>
          <w:b/>
        </w:rPr>
        <w:t>ФОРМА АКТА ПРОВЕДЕНИЯ ТЕСТОВОЙ ЭКСПЛУАТАЦИИ</w:t>
      </w:r>
    </w:p>
    <w:p w:rsidR="00793B16" w:rsidRDefault="00793B16" w:rsidP="00793B16">
      <w:pPr>
        <w:jc w:val="center"/>
        <w:rPr>
          <w:b/>
        </w:rPr>
      </w:pPr>
    </w:p>
    <w:p w:rsidR="0028726C" w:rsidRPr="008756A3" w:rsidRDefault="0028726C" w:rsidP="00793B16">
      <w:pPr>
        <w:jc w:val="center"/>
        <w:rPr>
          <w:b/>
        </w:rPr>
      </w:pPr>
    </w:p>
    <w:p w:rsidR="00793B16" w:rsidRPr="008756A3" w:rsidRDefault="00793B16" w:rsidP="00793B16">
      <w:pPr>
        <w:jc w:val="center"/>
        <w:rPr>
          <w:rFonts w:eastAsia="MS Mincho"/>
          <w:b/>
        </w:rPr>
      </w:pPr>
      <w:r w:rsidRPr="008756A3">
        <w:rPr>
          <w:b/>
        </w:rPr>
        <w:t>Акт проведения тестовой эксплуатации</w:t>
      </w:r>
      <w:r w:rsidR="00BF1B3E" w:rsidRPr="008756A3">
        <w:rPr>
          <w:b/>
        </w:rPr>
        <w:t xml:space="preserve"> О</w:t>
      </w:r>
      <w:r w:rsidRPr="008756A3">
        <w:rPr>
          <w:b/>
        </w:rPr>
        <w:t>бъекта Подрядчиком</w:t>
      </w:r>
    </w:p>
    <w:p w:rsidR="00793B16" w:rsidRPr="008756A3" w:rsidRDefault="00793B16" w:rsidP="00793B16">
      <w:pPr>
        <w:jc w:val="center"/>
        <w:rPr>
          <w:rFonts w:eastAsia="MS Mincho"/>
          <w:b/>
        </w:rPr>
      </w:pPr>
      <w:r w:rsidRPr="008756A3">
        <w:rPr>
          <w:rFonts w:eastAsia="MS Mincho"/>
          <w:b/>
        </w:rPr>
        <w:t xml:space="preserve">по Договору подряда № _____ </w:t>
      </w:r>
      <w:proofErr w:type="gramStart"/>
      <w:r w:rsidRPr="008756A3">
        <w:rPr>
          <w:rFonts w:eastAsia="MS Mincho"/>
          <w:b/>
        </w:rPr>
        <w:t>от</w:t>
      </w:r>
      <w:proofErr w:type="gramEnd"/>
      <w:r w:rsidRPr="008756A3">
        <w:rPr>
          <w:rFonts w:eastAsia="MS Mincho"/>
          <w:b/>
        </w:rPr>
        <w:t xml:space="preserve"> ___________</w:t>
      </w:r>
    </w:p>
    <w:p w:rsidR="00793B16" w:rsidRPr="008756A3" w:rsidRDefault="00793B16" w:rsidP="00793B16">
      <w:pPr>
        <w:pStyle w:val="2"/>
        <w:numPr>
          <w:ilvl w:val="0"/>
          <w:numId w:val="0"/>
        </w:numPr>
        <w:ind w:left="567"/>
        <w:rPr>
          <w:sz w:val="22"/>
          <w:szCs w:val="22"/>
        </w:rPr>
      </w:pPr>
    </w:p>
    <w:p w:rsidR="00793B16" w:rsidRPr="008756A3" w:rsidRDefault="00793B16" w:rsidP="00793B16">
      <w:pPr>
        <w:tabs>
          <w:tab w:val="left" w:pos="6663"/>
        </w:tabs>
      </w:pPr>
      <w:r w:rsidRPr="008756A3">
        <w:t>г. _________________</w:t>
      </w:r>
      <w:r w:rsidRPr="008756A3">
        <w:tab/>
        <w:t xml:space="preserve">«___» ______________ ______ </w:t>
      </w:r>
      <w:proofErr w:type="gramStart"/>
      <w:r w:rsidRPr="008756A3">
        <w:t>г</w:t>
      </w:r>
      <w:proofErr w:type="gramEnd"/>
      <w:r w:rsidRPr="008756A3">
        <w:t>.</w:t>
      </w:r>
    </w:p>
    <w:p w:rsidR="00793B16" w:rsidRPr="008756A3" w:rsidRDefault="00793B16" w:rsidP="00793B16"/>
    <w:p w:rsidR="00793B16" w:rsidRPr="008756A3" w:rsidRDefault="00793B16" w:rsidP="00793B16">
      <w:r w:rsidRPr="008756A3">
        <w:t>Мы,</w:t>
      </w:r>
      <w:r w:rsidRPr="008756A3">
        <w:tab/>
      </w:r>
    </w:p>
    <w:p w:rsidR="00793B16" w:rsidRPr="008756A3" w:rsidRDefault="00793B16" w:rsidP="00793B16">
      <w:pPr>
        <w:pStyle w:val="Parties"/>
        <w:numPr>
          <w:ilvl w:val="0"/>
          <w:numId w:val="0"/>
        </w:numPr>
        <w:spacing w:before="0" w:after="0"/>
        <w:rPr>
          <w:szCs w:val="22"/>
          <w:lang w:val="ru-RU"/>
        </w:rPr>
      </w:pPr>
      <w:r w:rsidRPr="008756A3">
        <w:rPr>
          <w:b/>
          <w:szCs w:val="22"/>
          <w:lang w:val="ru-RU"/>
        </w:rPr>
        <w:t xml:space="preserve">Общество с ограниченной ответственностью «Объединенная дирекция по </w:t>
      </w:r>
      <w:r w:rsidR="0024264C">
        <w:rPr>
          <w:b/>
          <w:szCs w:val="22"/>
          <w:lang w:val="ru-RU"/>
        </w:rPr>
        <w:t>проектированию и строительству</w:t>
      </w:r>
      <w:r w:rsidRPr="008756A3">
        <w:rPr>
          <w:b/>
          <w:szCs w:val="22"/>
          <w:lang w:val="ru-RU"/>
        </w:rPr>
        <w:t xml:space="preserve"> Центра разработки и коммерциализации новых технологий (инновационного центра "Сколково")»,</w:t>
      </w:r>
      <w:r w:rsidRPr="008756A3">
        <w:rPr>
          <w:szCs w:val="22"/>
          <w:lang w:val="ru-RU"/>
        </w:rPr>
        <w:t xml:space="preserve"> </w:t>
      </w:r>
      <w:r w:rsidRPr="008756A3">
        <w:rPr>
          <w:spacing w:val="4"/>
          <w:szCs w:val="22"/>
          <w:lang w:val="ru-RU"/>
        </w:rPr>
        <w:t xml:space="preserve">юридическое лицо, зарегистрированное в соответствии с законодательством Российской Федерации,  в лице </w:t>
      </w:r>
      <w:r w:rsidRPr="008756A3">
        <w:rPr>
          <w:b/>
          <w:i/>
          <w:szCs w:val="22"/>
          <w:lang w:val="ru-RU"/>
        </w:rPr>
        <w:t>ДОЛЖНОСТЬ, Ф.И.О.</w:t>
      </w:r>
      <w:r w:rsidRPr="008756A3">
        <w:rPr>
          <w:spacing w:val="4"/>
          <w:szCs w:val="22"/>
          <w:lang w:val="ru-RU"/>
        </w:rPr>
        <w:t xml:space="preserve">,  действующего на основании </w:t>
      </w:r>
      <w:r w:rsidRPr="008756A3">
        <w:rPr>
          <w:rFonts w:eastAsia="Times New Roman"/>
          <w:b/>
          <w:i/>
          <w:szCs w:val="22"/>
          <w:lang w:val="ru-RU"/>
        </w:rPr>
        <w:t>_____________</w:t>
      </w:r>
      <w:r w:rsidRPr="008756A3">
        <w:rPr>
          <w:rFonts w:eastAsia="Times New Roman"/>
          <w:b/>
          <w:szCs w:val="22"/>
          <w:lang w:val="ru-RU"/>
        </w:rPr>
        <w:t>,</w:t>
      </w:r>
      <w:r w:rsidRPr="008756A3">
        <w:rPr>
          <w:spacing w:val="4"/>
          <w:szCs w:val="22"/>
          <w:lang w:val="ru-RU"/>
        </w:rPr>
        <w:t xml:space="preserve"> </w:t>
      </w:r>
      <w:bookmarkStart w:id="0" w:name="_GoBack"/>
      <w:r w:rsidRPr="008756A3">
        <w:rPr>
          <w:spacing w:val="4"/>
          <w:szCs w:val="22"/>
          <w:lang w:val="ru-RU"/>
        </w:rPr>
        <w:t>именуемое в дальнейшем</w:t>
      </w:r>
      <w:r w:rsidRPr="008756A3">
        <w:rPr>
          <w:szCs w:val="22"/>
          <w:lang w:val="ru-RU"/>
        </w:rPr>
        <w:t xml:space="preserve"> «Заказчик», и</w:t>
      </w:r>
      <w:r w:rsidRPr="008756A3">
        <w:rPr>
          <w:szCs w:val="22"/>
          <w:lang w:val="ru-RU"/>
        </w:rPr>
        <w:tab/>
      </w:r>
    </w:p>
    <w:p w:rsidR="00793B16" w:rsidRPr="008756A3" w:rsidRDefault="00793B16" w:rsidP="00793B16">
      <w:pPr>
        <w:pStyle w:val="Parties"/>
        <w:numPr>
          <w:ilvl w:val="0"/>
          <w:numId w:val="0"/>
        </w:numPr>
        <w:spacing w:before="0" w:after="0"/>
        <w:rPr>
          <w:szCs w:val="22"/>
          <w:lang w:val="ru-RU"/>
        </w:rPr>
      </w:pPr>
      <w:r w:rsidRPr="008756A3">
        <w:rPr>
          <w:rFonts w:eastAsia="Times New Roman"/>
          <w:b/>
          <w:i/>
          <w:szCs w:val="22"/>
          <w:lang w:val="ru-RU"/>
        </w:rPr>
        <w:t>НАИМЕНОВАНИЕ КОНТРАГЕНТА</w:t>
      </w:r>
      <w:r w:rsidRPr="008756A3">
        <w:rPr>
          <w:spacing w:val="4"/>
          <w:szCs w:val="22"/>
          <w:lang w:val="ru-RU"/>
        </w:rPr>
        <w:t>, юридическое лицо, зарегистрированное в соответствии с законодательством Российской Федерации,</w:t>
      </w:r>
      <w:r w:rsidRPr="008756A3">
        <w:rPr>
          <w:rFonts w:eastAsia="Times New Roman"/>
          <w:b/>
          <w:szCs w:val="22"/>
          <w:lang w:val="ru-RU"/>
        </w:rPr>
        <w:t xml:space="preserve"> </w:t>
      </w:r>
      <w:r w:rsidRPr="008756A3">
        <w:rPr>
          <w:spacing w:val="4"/>
          <w:szCs w:val="22"/>
          <w:lang w:val="ru-RU"/>
        </w:rPr>
        <w:t xml:space="preserve">в лице </w:t>
      </w:r>
      <w:r w:rsidRPr="008756A3">
        <w:rPr>
          <w:b/>
          <w:i/>
          <w:szCs w:val="22"/>
          <w:lang w:val="ru-RU"/>
        </w:rPr>
        <w:t>ДОЛЖНОСТЬ, Ф.И.О.</w:t>
      </w:r>
      <w:r w:rsidRPr="008756A3">
        <w:rPr>
          <w:spacing w:val="4"/>
          <w:szCs w:val="22"/>
          <w:lang w:val="ru-RU"/>
        </w:rPr>
        <w:t xml:space="preserve">,  действующего на основании </w:t>
      </w:r>
      <w:r w:rsidRPr="008756A3">
        <w:rPr>
          <w:rFonts w:eastAsia="Times New Roman"/>
          <w:b/>
          <w:i/>
          <w:szCs w:val="22"/>
          <w:lang w:val="ru-RU"/>
        </w:rPr>
        <w:t>_____________</w:t>
      </w:r>
      <w:r w:rsidRPr="008756A3">
        <w:rPr>
          <w:rFonts w:eastAsia="Times New Roman"/>
          <w:b/>
          <w:szCs w:val="22"/>
          <w:lang w:val="ru-RU"/>
        </w:rPr>
        <w:t>,</w:t>
      </w:r>
      <w:r w:rsidRPr="008756A3">
        <w:rPr>
          <w:szCs w:val="22"/>
          <w:lang w:val="ru-RU"/>
        </w:rPr>
        <w:t xml:space="preserve"> именуемое в дальнейшем «</w:t>
      </w:r>
      <w:r w:rsidRPr="008756A3">
        <w:rPr>
          <w:b/>
          <w:szCs w:val="22"/>
          <w:lang w:val="ru-RU"/>
        </w:rPr>
        <w:t>Подрядчик</w:t>
      </w:r>
      <w:r w:rsidRPr="008756A3">
        <w:rPr>
          <w:szCs w:val="22"/>
          <w:lang w:val="ru-RU"/>
        </w:rPr>
        <w:t>»,</w:t>
      </w:r>
      <w:r w:rsidRPr="008756A3">
        <w:rPr>
          <w:szCs w:val="22"/>
          <w:lang w:val="ru-RU"/>
        </w:rPr>
        <w:tab/>
      </w:r>
    </w:p>
    <w:p w:rsidR="00793B16" w:rsidRPr="008756A3" w:rsidRDefault="00793B16" w:rsidP="00793B16">
      <w:pPr>
        <w:pStyle w:val="BodyText1"/>
        <w:spacing w:before="0" w:after="0"/>
        <w:rPr>
          <w:szCs w:val="22"/>
          <w:lang w:val="ru-RU"/>
        </w:rPr>
      </w:pPr>
      <w:r w:rsidRPr="008756A3">
        <w:rPr>
          <w:szCs w:val="22"/>
          <w:lang w:val="ru-RU"/>
        </w:rPr>
        <w:t>далее именуемыми «</w:t>
      </w:r>
      <w:r w:rsidRPr="008756A3">
        <w:rPr>
          <w:b/>
          <w:szCs w:val="22"/>
          <w:lang w:val="ru-RU"/>
        </w:rPr>
        <w:t>Стороны</w:t>
      </w:r>
      <w:r w:rsidRPr="008756A3">
        <w:rPr>
          <w:szCs w:val="22"/>
          <w:lang w:val="ru-RU"/>
        </w:rPr>
        <w:t>», и «</w:t>
      </w:r>
      <w:r w:rsidRPr="008756A3">
        <w:rPr>
          <w:b/>
          <w:szCs w:val="22"/>
          <w:lang w:val="ru-RU"/>
        </w:rPr>
        <w:t>Сторона</w:t>
      </w:r>
      <w:r w:rsidRPr="008756A3">
        <w:rPr>
          <w:szCs w:val="22"/>
          <w:lang w:val="ru-RU"/>
        </w:rPr>
        <w:t xml:space="preserve">» означает одну из них, являющиеся Сторонами по Договору подряда № </w:t>
      </w:r>
      <w:r w:rsidRPr="008756A3">
        <w:rPr>
          <w:b/>
          <w:i/>
          <w:szCs w:val="22"/>
          <w:lang w:val="ru-RU"/>
        </w:rPr>
        <w:t>____</w:t>
      </w:r>
      <w:r w:rsidRPr="008756A3">
        <w:rPr>
          <w:szCs w:val="22"/>
          <w:lang w:val="ru-RU"/>
        </w:rPr>
        <w:t xml:space="preserve"> от </w:t>
      </w:r>
      <w:r w:rsidRPr="008756A3">
        <w:rPr>
          <w:b/>
          <w:i/>
          <w:szCs w:val="22"/>
          <w:lang w:val="ru-RU"/>
        </w:rPr>
        <w:t>_____________</w:t>
      </w:r>
      <w:r w:rsidRPr="008756A3">
        <w:rPr>
          <w:szCs w:val="22"/>
          <w:lang w:val="ru-RU"/>
        </w:rPr>
        <w:t xml:space="preserve"> (далее «Договор»), составили настоящий Акт проведения тестовой эксплуатации объекта Подрядчиком </w:t>
      </w:r>
      <w:proofErr w:type="gramStart"/>
      <w:r w:rsidRPr="008756A3">
        <w:rPr>
          <w:szCs w:val="22"/>
          <w:lang w:val="ru-RU"/>
        </w:rPr>
        <w:t xml:space="preserve">( </w:t>
      </w:r>
      <w:proofErr w:type="gramEnd"/>
      <w:r w:rsidRPr="008756A3">
        <w:rPr>
          <w:szCs w:val="22"/>
          <w:lang w:val="ru-RU"/>
        </w:rPr>
        <w:t>далее – акт) о нижеследующем:</w:t>
      </w:r>
    </w:p>
    <w:p w:rsidR="009D741A" w:rsidRPr="00712202" w:rsidRDefault="003952E4" w:rsidP="008756A3">
      <w:pPr>
        <w:pStyle w:val="af8"/>
        <w:numPr>
          <w:ilvl w:val="0"/>
          <w:numId w:val="46"/>
        </w:numPr>
        <w:tabs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ab/>
      </w:r>
      <w:r w:rsidR="00793B16" w:rsidRPr="008756A3">
        <w:rPr>
          <w:rFonts w:ascii="Times New Roman" w:hAnsi="Times New Roman" w:cs="Times New Roman"/>
          <w:b/>
          <w:i/>
        </w:rPr>
        <w:t xml:space="preserve">Дата </w:t>
      </w:r>
      <w:r w:rsidR="009D741A">
        <w:rPr>
          <w:rFonts w:ascii="Times New Roman" w:hAnsi="Times New Roman" w:cs="Times New Roman"/>
          <w:b/>
          <w:i/>
        </w:rPr>
        <w:t>начала проведения тестовой эксплуатаци</w:t>
      </w:r>
      <w:proofErr w:type="gramStart"/>
      <w:r w:rsidR="009D741A">
        <w:rPr>
          <w:rFonts w:ascii="Times New Roman" w:hAnsi="Times New Roman" w:cs="Times New Roman"/>
          <w:b/>
          <w:i/>
        </w:rPr>
        <w:t>и</w:t>
      </w:r>
      <w:r w:rsidRPr="008756A3">
        <w:rPr>
          <w:rFonts w:ascii="Times New Roman" w:hAnsi="Times New Roman" w:cs="Times New Roman"/>
        </w:rPr>
        <w:t>-</w:t>
      </w:r>
      <w:proofErr w:type="gramEnd"/>
      <w:r w:rsidRPr="008756A3">
        <w:rPr>
          <w:rFonts w:ascii="Times New Roman" w:hAnsi="Times New Roman" w:cs="Times New Roman"/>
        </w:rPr>
        <w:t xml:space="preserve"> </w:t>
      </w:r>
      <w:r w:rsidR="009D741A">
        <w:rPr>
          <w:rFonts w:ascii="Times New Roman" w:eastAsia="Times New Roman" w:hAnsi="Times New Roman" w:cs="Times New Roman"/>
        </w:rPr>
        <w:t xml:space="preserve">на </w:t>
      </w:r>
      <w:r w:rsidR="00793B16" w:rsidRPr="008756A3">
        <w:rPr>
          <w:rFonts w:ascii="Times New Roman" w:eastAsia="Times New Roman" w:hAnsi="Times New Roman" w:cs="Times New Roman"/>
        </w:rPr>
        <w:t>Объект</w:t>
      </w:r>
      <w:r w:rsidR="009D741A">
        <w:rPr>
          <w:rFonts w:ascii="Times New Roman" w:eastAsia="Times New Roman" w:hAnsi="Times New Roman" w:cs="Times New Roman"/>
        </w:rPr>
        <w:t>е</w:t>
      </w:r>
      <w:r w:rsidR="00793B16" w:rsidRPr="008756A3">
        <w:rPr>
          <w:rFonts w:ascii="Times New Roman" w:eastAsia="Times New Roman" w:hAnsi="Times New Roman" w:cs="Times New Roman"/>
        </w:rPr>
        <w:t xml:space="preserve"> - </w:t>
      </w:r>
      <w:r w:rsidR="00793B16" w:rsidRPr="008756A3">
        <w:rPr>
          <w:rFonts w:ascii="Times New Roman" w:eastAsia="Times New Roman" w:hAnsi="Times New Roman" w:cs="Times New Roman"/>
          <w:b/>
          <w:i/>
        </w:rPr>
        <w:t>_____________</w:t>
      </w:r>
      <w:r w:rsidR="00793B16" w:rsidRPr="008756A3">
        <w:rPr>
          <w:rFonts w:ascii="Times New Roman" w:eastAsia="Times New Roman" w:hAnsi="Times New Roman" w:cs="Times New Roman"/>
          <w:b/>
        </w:rPr>
        <w:t xml:space="preserve">, </w:t>
      </w:r>
      <w:r w:rsidR="00793B16" w:rsidRPr="008756A3">
        <w:rPr>
          <w:rFonts w:ascii="Times New Roman" w:eastAsia="Times New Roman" w:hAnsi="Times New Roman" w:cs="Times New Roman"/>
        </w:rPr>
        <w:t xml:space="preserve"> </w:t>
      </w:r>
      <w:r w:rsidR="00793B16" w:rsidRPr="008756A3">
        <w:rPr>
          <w:rFonts w:ascii="Times New Roman" w:hAnsi="Times New Roman" w:cs="Times New Roman"/>
        </w:rPr>
        <w:t>расположенн</w:t>
      </w:r>
      <w:r w:rsidR="009D741A">
        <w:rPr>
          <w:rFonts w:ascii="Times New Roman" w:hAnsi="Times New Roman" w:cs="Times New Roman"/>
        </w:rPr>
        <w:t>ом</w:t>
      </w:r>
      <w:r w:rsidR="00793B16" w:rsidRPr="008756A3">
        <w:rPr>
          <w:rFonts w:ascii="Times New Roman" w:hAnsi="Times New Roman" w:cs="Times New Roman"/>
        </w:rPr>
        <w:t xml:space="preserve"> на территории инновационного центра «Сколково» по адресу: </w:t>
      </w:r>
      <w:r w:rsidR="00793B16" w:rsidRPr="008756A3">
        <w:rPr>
          <w:rFonts w:eastAsia="Times New Roman"/>
          <w:b/>
          <w:i/>
        </w:rPr>
        <w:t>_____________</w:t>
      </w:r>
      <w:r w:rsidR="00793B16" w:rsidRPr="008756A3">
        <w:rPr>
          <w:rFonts w:ascii="Times New Roman" w:hAnsi="Times New Roman" w:cs="Times New Roman"/>
        </w:rPr>
        <w:t xml:space="preserve">, </w:t>
      </w:r>
    </w:p>
    <w:p w:rsidR="00793B16" w:rsidRPr="008756A3" w:rsidRDefault="00793B16" w:rsidP="008756A3">
      <w:pPr>
        <w:pStyle w:val="af8"/>
        <w:numPr>
          <w:ilvl w:val="0"/>
          <w:numId w:val="46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8756A3">
        <w:rPr>
          <w:rFonts w:ascii="Times New Roman" w:hAnsi="Times New Roman" w:cs="Times New Roman"/>
        </w:rPr>
        <w:t>Настоящий акт составлен в двух экземплярах, по одному для каждой из Сторон.</w:t>
      </w:r>
    </w:p>
    <w:p w:rsidR="00793B16" w:rsidRPr="008756A3" w:rsidRDefault="00793B16" w:rsidP="003952E4">
      <w:pPr>
        <w:pStyle w:val="1"/>
        <w:numPr>
          <w:ilvl w:val="0"/>
          <w:numId w:val="0"/>
        </w:numPr>
        <w:tabs>
          <w:tab w:val="left" w:pos="1134"/>
        </w:tabs>
        <w:spacing w:before="0" w:after="0"/>
        <w:ind w:firstLine="567"/>
        <w:rPr>
          <w:sz w:val="22"/>
          <w:szCs w:val="22"/>
        </w:rPr>
      </w:pPr>
    </w:p>
    <w:p w:rsidR="00793B16" w:rsidRPr="008756A3" w:rsidRDefault="00793B16" w:rsidP="00793B16">
      <w:pPr>
        <w:pStyle w:val="1"/>
        <w:numPr>
          <w:ilvl w:val="0"/>
          <w:numId w:val="0"/>
        </w:numPr>
        <w:spacing w:before="0" w:after="0"/>
        <w:jc w:val="center"/>
        <w:rPr>
          <w:sz w:val="22"/>
          <w:szCs w:val="22"/>
        </w:rPr>
      </w:pPr>
      <w:r w:rsidRPr="008756A3">
        <w:rPr>
          <w:sz w:val="22"/>
          <w:szCs w:val="22"/>
        </w:rPr>
        <w:t>ПОДПИСИ СТОРОН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426"/>
      </w:tblGrid>
      <w:tr w:rsidR="00793B16" w:rsidRPr="0049438E" w:rsidTr="00291711">
        <w:tc>
          <w:tcPr>
            <w:tcW w:w="5103" w:type="dxa"/>
            <w:shd w:val="clear" w:color="auto" w:fill="auto"/>
          </w:tcPr>
          <w:p w:rsidR="00793B16" w:rsidRPr="008756A3" w:rsidRDefault="00793B16" w:rsidP="00291711">
            <w:r w:rsidRPr="008756A3">
              <w:t>От имени Заказчика</w:t>
            </w:r>
          </w:p>
          <w:p w:rsidR="00793B16" w:rsidRPr="008756A3" w:rsidRDefault="00793B16" w:rsidP="00291711">
            <w:pPr>
              <w:pStyle w:val="BodyText1"/>
              <w:spacing w:before="0" w:after="0"/>
              <w:rPr>
                <w:szCs w:val="22"/>
                <w:lang w:val="ru-RU"/>
              </w:rPr>
            </w:pPr>
          </w:p>
          <w:p w:rsidR="00793B16" w:rsidRPr="008756A3" w:rsidRDefault="00793B16" w:rsidP="00291711">
            <w:pPr>
              <w:pStyle w:val="210"/>
              <w:spacing w:before="0" w:after="0"/>
              <w:ind w:left="0"/>
              <w:rPr>
                <w:szCs w:val="22"/>
                <w:lang w:val="ru-RU"/>
              </w:rPr>
            </w:pPr>
            <w:r w:rsidRPr="008756A3">
              <w:rPr>
                <w:szCs w:val="22"/>
                <w:lang w:val="ru-RU"/>
              </w:rPr>
              <w:t>______________________________</w:t>
            </w:r>
          </w:p>
          <w:p w:rsidR="00793B16" w:rsidRPr="008756A3" w:rsidRDefault="00793B16" w:rsidP="0024264C">
            <w:pPr>
              <w:pStyle w:val="210"/>
              <w:spacing w:before="0" w:after="0"/>
              <w:ind w:left="0"/>
              <w:rPr>
                <w:szCs w:val="22"/>
              </w:rPr>
            </w:pPr>
          </w:p>
        </w:tc>
        <w:tc>
          <w:tcPr>
            <w:tcW w:w="4426" w:type="dxa"/>
            <w:shd w:val="clear" w:color="auto" w:fill="auto"/>
          </w:tcPr>
          <w:p w:rsidR="00793B16" w:rsidRPr="008756A3" w:rsidRDefault="00793B16" w:rsidP="00291711">
            <w:r w:rsidRPr="008756A3">
              <w:t>От имени  Подрядчика</w:t>
            </w:r>
          </w:p>
          <w:p w:rsidR="00793B16" w:rsidRPr="008756A3" w:rsidRDefault="00793B16" w:rsidP="00291711">
            <w:pPr>
              <w:pStyle w:val="2"/>
              <w:numPr>
                <w:ilvl w:val="0"/>
                <w:numId w:val="0"/>
              </w:numPr>
              <w:ind w:left="567"/>
              <w:rPr>
                <w:sz w:val="22"/>
                <w:szCs w:val="22"/>
              </w:rPr>
            </w:pPr>
          </w:p>
          <w:p w:rsidR="00793B16" w:rsidRPr="008756A3" w:rsidRDefault="00793B16" w:rsidP="00291711">
            <w:r w:rsidRPr="008756A3">
              <w:t>______________________________</w:t>
            </w:r>
          </w:p>
          <w:p w:rsidR="00793B16" w:rsidRPr="008756A3" w:rsidRDefault="00793B16" w:rsidP="0024264C">
            <w:pPr>
              <w:pStyle w:val="210"/>
              <w:spacing w:before="0" w:after="0"/>
              <w:ind w:left="0"/>
              <w:rPr>
                <w:szCs w:val="22"/>
              </w:rPr>
            </w:pPr>
          </w:p>
        </w:tc>
      </w:tr>
    </w:tbl>
    <w:bookmarkEnd w:id="0"/>
    <w:p w:rsidR="00793B16" w:rsidRPr="008756A3" w:rsidRDefault="00793B16" w:rsidP="00793B16">
      <w:pPr>
        <w:pStyle w:val="1"/>
        <w:numPr>
          <w:ilvl w:val="0"/>
          <w:numId w:val="0"/>
        </w:numPr>
        <w:rPr>
          <w:sz w:val="22"/>
          <w:szCs w:val="22"/>
        </w:rPr>
      </w:pPr>
      <w:r w:rsidRPr="008756A3">
        <w:rPr>
          <w:sz w:val="22"/>
          <w:szCs w:val="22"/>
        </w:rPr>
        <w:t>ФОРМА АКТА СОГЛАСОВАНА: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793B16" w:rsidRPr="0049438E" w:rsidTr="00291711">
        <w:tc>
          <w:tcPr>
            <w:tcW w:w="4820" w:type="dxa"/>
            <w:shd w:val="clear" w:color="auto" w:fill="auto"/>
          </w:tcPr>
          <w:p w:rsidR="00793B16" w:rsidRPr="008756A3" w:rsidRDefault="00793B16" w:rsidP="00291711">
            <w:r w:rsidRPr="008756A3">
              <w:t>От имени Заказчика</w:t>
            </w:r>
          </w:p>
          <w:p w:rsidR="00793B16" w:rsidRPr="008756A3" w:rsidRDefault="00793B16" w:rsidP="00291711">
            <w:pPr>
              <w:pStyle w:val="BodyText1"/>
              <w:spacing w:before="0" w:after="0"/>
              <w:rPr>
                <w:szCs w:val="22"/>
                <w:lang w:val="ru-RU"/>
              </w:rPr>
            </w:pPr>
          </w:p>
          <w:p w:rsidR="00793B16" w:rsidRPr="008756A3" w:rsidRDefault="00793B16" w:rsidP="00291711">
            <w:pPr>
              <w:pStyle w:val="210"/>
              <w:spacing w:before="0" w:after="0"/>
              <w:ind w:left="0"/>
              <w:rPr>
                <w:szCs w:val="22"/>
                <w:lang w:val="ru-RU"/>
              </w:rPr>
            </w:pPr>
            <w:r w:rsidRPr="008756A3">
              <w:rPr>
                <w:szCs w:val="22"/>
                <w:lang w:val="ru-RU"/>
              </w:rPr>
              <w:t>______________________________</w:t>
            </w:r>
          </w:p>
          <w:p w:rsidR="00793B16" w:rsidRPr="008756A3" w:rsidRDefault="00793B16" w:rsidP="00291711">
            <w:pPr>
              <w:pStyle w:val="210"/>
              <w:spacing w:before="0" w:after="0"/>
              <w:ind w:left="0"/>
              <w:rPr>
                <w:szCs w:val="22"/>
                <w:lang w:val="ru-RU"/>
              </w:rPr>
            </w:pPr>
          </w:p>
        </w:tc>
        <w:tc>
          <w:tcPr>
            <w:tcW w:w="4961" w:type="dxa"/>
            <w:shd w:val="clear" w:color="auto" w:fill="auto"/>
          </w:tcPr>
          <w:p w:rsidR="00793B16" w:rsidRPr="008756A3" w:rsidRDefault="00793B16" w:rsidP="00291711">
            <w:r w:rsidRPr="008756A3">
              <w:t>От имени  Подрядчика</w:t>
            </w:r>
          </w:p>
          <w:p w:rsidR="00793B16" w:rsidRPr="008756A3" w:rsidRDefault="00793B16" w:rsidP="00291711">
            <w:pPr>
              <w:pStyle w:val="2"/>
              <w:numPr>
                <w:ilvl w:val="0"/>
                <w:numId w:val="0"/>
              </w:numPr>
              <w:ind w:left="567"/>
              <w:rPr>
                <w:sz w:val="22"/>
                <w:szCs w:val="22"/>
              </w:rPr>
            </w:pPr>
          </w:p>
          <w:p w:rsidR="00793B16" w:rsidRPr="008756A3" w:rsidRDefault="00793B16" w:rsidP="00291711">
            <w:r w:rsidRPr="008756A3">
              <w:t>______________________________</w:t>
            </w:r>
          </w:p>
          <w:p w:rsidR="00793B16" w:rsidRPr="008756A3" w:rsidRDefault="00793B16" w:rsidP="0024264C"/>
        </w:tc>
      </w:tr>
    </w:tbl>
    <w:p w:rsidR="00793B16" w:rsidRPr="008756A3" w:rsidRDefault="00793B16" w:rsidP="00793B16">
      <w:pPr>
        <w:pStyle w:val="af8"/>
        <w:rPr>
          <w:rFonts w:ascii="Times New Roman" w:hAnsi="Times New Roman" w:cs="Times New Roman"/>
        </w:rPr>
      </w:pPr>
    </w:p>
    <w:p w:rsidR="00793B16" w:rsidRPr="008756A3" w:rsidRDefault="00793B16" w:rsidP="00793B16">
      <w:pPr>
        <w:spacing w:after="200" w:line="276" w:lineRule="auto"/>
        <w:jc w:val="left"/>
        <w:rPr>
          <w:b/>
        </w:rPr>
      </w:pPr>
    </w:p>
    <w:sectPr w:rsidR="00793B16" w:rsidRPr="008756A3" w:rsidSect="003352CC">
      <w:footerReference w:type="even" r:id="rId12"/>
      <w:footerReference w:type="default" r:id="rId13"/>
      <w:pgSz w:w="11906" w:h="16838"/>
      <w:pgMar w:top="720" w:right="720" w:bottom="720" w:left="1134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999" w:rsidRDefault="006F7999" w:rsidP="00877513">
      <w:r>
        <w:separator/>
      </w:r>
    </w:p>
  </w:endnote>
  <w:endnote w:type="continuationSeparator" w:id="0">
    <w:p w:rsidR="006F7999" w:rsidRDefault="006F7999" w:rsidP="00877513">
      <w:r>
        <w:continuationSeparator/>
      </w:r>
    </w:p>
  </w:endnote>
  <w:endnote w:type="continuationNotice" w:id="1">
    <w:p w:rsidR="006F7999" w:rsidRDefault="006F79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0BF" w:rsidRPr="008756A3" w:rsidRDefault="002010BF" w:rsidP="008756A3">
    <w:pPr>
      <w:pStyle w:val="a5"/>
      <w:jc w:val="center"/>
      <w:rPr>
        <w:sz w:val="18"/>
      </w:rPr>
    </w:pPr>
    <w:r w:rsidRPr="008756A3">
      <w:rPr>
        <w:sz w:val="18"/>
      </w:rPr>
      <w:fldChar w:fldCharType="begin"/>
    </w:r>
    <w:r w:rsidRPr="008756A3">
      <w:rPr>
        <w:sz w:val="18"/>
      </w:rPr>
      <w:instrText>PAGE   \* MERGEFORMAT</w:instrText>
    </w:r>
    <w:r w:rsidRPr="008756A3">
      <w:rPr>
        <w:sz w:val="18"/>
      </w:rPr>
      <w:fldChar w:fldCharType="separate"/>
    </w:r>
    <w:r w:rsidR="0024264C">
      <w:rPr>
        <w:noProof/>
        <w:sz w:val="18"/>
      </w:rPr>
      <w:t>54</w:t>
    </w:r>
    <w:r w:rsidRPr="008756A3"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0BF" w:rsidRDefault="002010B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12202">
      <w:rPr>
        <w:noProof/>
      </w:rPr>
      <w:t>1</w:t>
    </w:r>
    <w:r>
      <w:fldChar w:fldCharType="end"/>
    </w:r>
  </w:p>
  <w:p w:rsidR="002010BF" w:rsidRDefault="002010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999" w:rsidRDefault="006F7999" w:rsidP="00877513">
      <w:r>
        <w:separator/>
      </w:r>
    </w:p>
  </w:footnote>
  <w:footnote w:type="continuationSeparator" w:id="0">
    <w:p w:rsidR="006F7999" w:rsidRDefault="006F7999" w:rsidP="00877513">
      <w:r>
        <w:continuationSeparator/>
      </w:r>
    </w:p>
  </w:footnote>
  <w:footnote w:type="continuationNotice" w:id="1">
    <w:p w:rsidR="006F7999" w:rsidRDefault="006F799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35"/>
    <w:lvl w:ilvl="0">
      <w:start w:val="1"/>
      <w:numFmt w:val="bullet"/>
      <w:lvlText w:val=""/>
      <w:lvlJc w:val="left"/>
      <w:pPr>
        <w:tabs>
          <w:tab w:val="num" w:pos="0"/>
        </w:tabs>
        <w:ind w:left="1345" w:hanging="360"/>
      </w:pPr>
      <w:rPr>
        <w:rFonts w:ascii="Symbol" w:hAnsi="Symbol"/>
      </w:rPr>
    </w:lvl>
  </w:abstractNum>
  <w:abstractNum w:abstractNumId="1">
    <w:nsid w:val="0000000B"/>
    <w:multiLevelType w:val="multilevel"/>
    <w:tmpl w:val="0000000B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Segoe UI" w:hAnsi="Segoe UI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>
    <w:nsid w:val="00000011"/>
    <w:multiLevelType w:val="multilevel"/>
    <w:tmpl w:val="03E6E87E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Segoe UI" w:hAnsi="Segoe UI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3381D42"/>
    <w:multiLevelType w:val="multilevel"/>
    <w:tmpl w:val="8398D686"/>
    <w:lvl w:ilvl="0">
      <w:start w:val="1"/>
      <w:numFmt w:val="lowerLetter"/>
      <w:pStyle w:val="Roman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92506D5"/>
    <w:multiLevelType w:val="hybridMultilevel"/>
    <w:tmpl w:val="55586326"/>
    <w:lvl w:ilvl="0" w:tplc="11868124">
      <w:start w:val="1"/>
      <w:numFmt w:val="decimal"/>
      <w:lvlText w:val="%1."/>
      <w:lvlJc w:val="left"/>
      <w:pPr>
        <w:ind w:left="1146" w:hanging="786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36257"/>
    <w:multiLevelType w:val="multilevel"/>
    <w:tmpl w:val="0D060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31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64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5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5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768" w:hanging="1800"/>
      </w:pPr>
      <w:rPr>
        <w:rFonts w:hint="default"/>
      </w:rPr>
    </w:lvl>
  </w:abstractNum>
  <w:abstractNum w:abstractNumId="6">
    <w:nsid w:val="0DCD2AAD"/>
    <w:multiLevelType w:val="multilevel"/>
    <w:tmpl w:val="6EDC684E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Georgia" w:hAnsi="Georgia"/>
        <w:sz w:val="22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720" w:hanging="36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34"/>
        </w:tabs>
        <w:ind w:left="720" w:hanging="6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91"/>
        </w:tabs>
        <w:ind w:left="720" w:firstLine="351"/>
      </w:pPr>
      <w:rPr>
        <w:rFonts w:ascii="Symbol" w:hAnsi="Symbol" w:hint="default"/>
      </w:rPr>
    </w:lvl>
    <w:lvl w:ilvl="4">
      <w:start w:val="1"/>
      <w:numFmt w:val="upperLetter"/>
      <w:lvlText w:val="(%5)"/>
      <w:lvlJc w:val="left"/>
      <w:pPr>
        <w:tabs>
          <w:tab w:val="num" w:pos="2148"/>
        </w:tabs>
        <w:ind w:left="720" w:firstLine="708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2505"/>
        </w:tabs>
        <w:ind w:left="720" w:firstLine="1065"/>
      </w:pPr>
      <w:rPr>
        <w:rFonts w:hint="default"/>
      </w:rPr>
    </w:lvl>
    <w:lvl w:ilvl="6">
      <w:start w:val="1"/>
      <w:numFmt w:val="upperRoman"/>
      <w:lvlText w:val="(%7)"/>
      <w:lvlJc w:val="left"/>
      <w:pPr>
        <w:tabs>
          <w:tab w:val="num" w:pos="2862"/>
        </w:tabs>
        <w:ind w:left="720" w:firstLine="1422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19"/>
        </w:tabs>
        <w:ind w:left="720" w:firstLine="177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76"/>
        </w:tabs>
        <w:ind w:left="720" w:firstLine="2136"/>
      </w:pPr>
      <w:rPr>
        <w:rFonts w:hint="default"/>
      </w:rPr>
    </w:lvl>
  </w:abstractNum>
  <w:abstractNum w:abstractNumId="7">
    <w:nsid w:val="17E90BFF"/>
    <w:multiLevelType w:val="hybridMultilevel"/>
    <w:tmpl w:val="651073AE"/>
    <w:lvl w:ilvl="0" w:tplc="40CEABD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E903289"/>
    <w:multiLevelType w:val="multilevel"/>
    <w:tmpl w:val="8BB2A414"/>
    <w:lvl w:ilvl="0">
      <w:start w:val="1"/>
      <w:numFmt w:val="upperLetter"/>
      <w:pStyle w:val="Recitals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F745678"/>
    <w:multiLevelType w:val="hybridMultilevel"/>
    <w:tmpl w:val="94FA9DAA"/>
    <w:lvl w:ilvl="0" w:tplc="AA7CD0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24902B7"/>
    <w:multiLevelType w:val="hybridMultilevel"/>
    <w:tmpl w:val="C008A3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B0846"/>
    <w:multiLevelType w:val="hybridMultilevel"/>
    <w:tmpl w:val="3E721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4866BE"/>
    <w:multiLevelType w:val="hybridMultilevel"/>
    <w:tmpl w:val="CC0CA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CA552D"/>
    <w:multiLevelType w:val="hybridMultilevel"/>
    <w:tmpl w:val="E33C1D62"/>
    <w:lvl w:ilvl="0" w:tplc="55306C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4F7C43"/>
    <w:multiLevelType w:val="multilevel"/>
    <w:tmpl w:val="6A5A7456"/>
    <w:lvl w:ilvl="0">
      <w:start w:val="1"/>
      <w:numFmt w:val="decimal"/>
      <w:pStyle w:val="Arabic4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2952"/>
        </w:tabs>
        <w:ind w:left="295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384"/>
        </w:tabs>
        <w:ind w:left="3384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960"/>
        </w:tabs>
        <w:ind w:left="3888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680"/>
        </w:tabs>
        <w:ind w:left="439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489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76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480" w:hanging="1440"/>
      </w:pPr>
      <w:rPr>
        <w:rFonts w:hint="default"/>
      </w:rPr>
    </w:lvl>
  </w:abstractNum>
  <w:abstractNum w:abstractNumId="15">
    <w:nsid w:val="2CA736BD"/>
    <w:multiLevelType w:val="hybridMultilevel"/>
    <w:tmpl w:val="9AA66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915600"/>
    <w:multiLevelType w:val="multilevel"/>
    <w:tmpl w:val="0360CFB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985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7">
    <w:nsid w:val="32604B12"/>
    <w:multiLevelType w:val="multilevel"/>
    <w:tmpl w:val="48EE3E90"/>
    <w:lvl w:ilvl="0">
      <w:start w:val="1"/>
      <w:numFmt w:val="lowerLetter"/>
      <w:pStyle w:val="Roman4"/>
      <w:lvlText w:val="(%1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</w:rPr>
    </w:lvl>
    <w:lvl w:ilvl="1">
      <w:start w:val="1"/>
      <w:numFmt w:val="none"/>
      <w:lvlText w:val=""/>
      <w:lvlJc w:val="left"/>
      <w:pPr>
        <w:tabs>
          <w:tab w:val="num" w:pos="2736"/>
        </w:tabs>
        <w:ind w:left="273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024"/>
        </w:tabs>
        <w:ind w:left="302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168"/>
        </w:tabs>
        <w:ind w:left="316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312"/>
        </w:tabs>
        <w:ind w:left="331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456"/>
        </w:tabs>
        <w:ind w:left="345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44"/>
        </w:tabs>
        <w:ind w:left="3744" w:hanging="1584"/>
      </w:pPr>
      <w:rPr>
        <w:rFonts w:hint="default"/>
      </w:rPr>
    </w:lvl>
  </w:abstractNum>
  <w:abstractNum w:abstractNumId="18">
    <w:nsid w:val="33767288"/>
    <w:multiLevelType w:val="multilevel"/>
    <w:tmpl w:val="03B44C5A"/>
    <w:lvl w:ilvl="0">
      <w:start w:val="1"/>
      <w:numFmt w:val="decimal"/>
      <w:pStyle w:val="Arabic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19">
    <w:nsid w:val="35F8306F"/>
    <w:multiLevelType w:val="multilevel"/>
    <w:tmpl w:val="6EDC684E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Georgia" w:hAnsi="Georgia"/>
        <w:sz w:val="22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720" w:hanging="36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34"/>
        </w:tabs>
        <w:ind w:left="720" w:hanging="6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91"/>
        </w:tabs>
        <w:ind w:left="720" w:firstLine="351"/>
      </w:pPr>
      <w:rPr>
        <w:rFonts w:ascii="Symbol" w:hAnsi="Symbol" w:hint="default"/>
      </w:rPr>
    </w:lvl>
    <w:lvl w:ilvl="4">
      <w:start w:val="1"/>
      <w:numFmt w:val="upperLetter"/>
      <w:lvlText w:val="(%5)"/>
      <w:lvlJc w:val="left"/>
      <w:pPr>
        <w:tabs>
          <w:tab w:val="num" w:pos="2148"/>
        </w:tabs>
        <w:ind w:left="720" w:firstLine="708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2505"/>
        </w:tabs>
        <w:ind w:left="720" w:firstLine="1065"/>
      </w:pPr>
      <w:rPr>
        <w:rFonts w:hint="default"/>
      </w:rPr>
    </w:lvl>
    <w:lvl w:ilvl="6">
      <w:start w:val="1"/>
      <w:numFmt w:val="upperRoman"/>
      <w:lvlText w:val="(%7)"/>
      <w:lvlJc w:val="left"/>
      <w:pPr>
        <w:tabs>
          <w:tab w:val="num" w:pos="2862"/>
        </w:tabs>
        <w:ind w:left="720" w:firstLine="1422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19"/>
        </w:tabs>
        <w:ind w:left="720" w:firstLine="177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76"/>
        </w:tabs>
        <w:ind w:left="720" w:firstLine="2136"/>
      </w:pPr>
      <w:rPr>
        <w:rFonts w:hint="default"/>
      </w:rPr>
    </w:lvl>
  </w:abstractNum>
  <w:abstractNum w:abstractNumId="20">
    <w:nsid w:val="360C2353"/>
    <w:multiLevelType w:val="hybridMultilevel"/>
    <w:tmpl w:val="94FA9DAA"/>
    <w:lvl w:ilvl="0" w:tplc="AA7CD07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1">
    <w:nsid w:val="3A5474A7"/>
    <w:multiLevelType w:val="multilevel"/>
    <w:tmpl w:val="D8086374"/>
    <w:styleLink w:val="21"/>
    <w:lvl w:ilvl="0"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Georgia" w:hAnsi="Georgia"/>
        <w:sz w:val="22"/>
      </w:rPr>
    </w:lvl>
    <w:lvl w:ilvl="1">
      <w:start w:val="1"/>
      <w:numFmt w:val="decimal"/>
      <w:pStyle w:val="2"/>
      <w:lvlText w:val="%1.%2"/>
      <w:lvlJc w:val="left"/>
      <w:pPr>
        <w:tabs>
          <w:tab w:val="num" w:pos="1077"/>
        </w:tabs>
        <w:ind w:left="720" w:hanging="363"/>
      </w:pPr>
      <w:rPr>
        <w:rFonts w:hint="default"/>
      </w:rPr>
    </w:lvl>
    <w:lvl w:ilvl="2">
      <w:start w:val="1"/>
      <w:numFmt w:val="lowerLetter"/>
      <w:pStyle w:val="3"/>
      <w:lvlText w:val="(%3)"/>
      <w:lvlJc w:val="left"/>
      <w:pPr>
        <w:tabs>
          <w:tab w:val="num" w:pos="1434"/>
        </w:tabs>
        <w:ind w:left="720" w:hanging="6"/>
      </w:pPr>
      <w:rPr>
        <w:rFonts w:hint="default"/>
      </w:rPr>
    </w:lvl>
    <w:lvl w:ilvl="3">
      <w:start w:val="1"/>
      <w:numFmt w:val="lowerRoman"/>
      <w:pStyle w:val="4"/>
      <w:lvlText w:val="(%4)"/>
      <w:lvlJc w:val="left"/>
      <w:pPr>
        <w:tabs>
          <w:tab w:val="num" w:pos="1791"/>
        </w:tabs>
        <w:ind w:left="720" w:firstLine="351"/>
      </w:pPr>
      <w:rPr>
        <w:rFonts w:hint="default"/>
      </w:rPr>
    </w:lvl>
    <w:lvl w:ilvl="4">
      <w:start w:val="1"/>
      <w:numFmt w:val="upperLetter"/>
      <w:pStyle w:val="5"/>
      <w:lvlText w:val="(%5)"/>
      <w:lvlJc w:val="left"/>
      <w:pPr>
        <w:tabs>
          <w:tab w:val="num" w:pos="2148"/>
        </w:tabs>
        <w:ind w:left="720" w:firstLine="708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2505"/>
        </w:tabs>
        <w:ind w:left="720" w:firstLine="1065"/>
      </w:pPr>
      <w:rPr>
        <w:rFonts w:hint="default"/>
      </w:rPr>
    </w:lvl>
    <w:lvl w:ilvl="6">
      <w:start w:val="1"/>
      <w:numFmt w:val="upperRoman"/>
      <w:pStyle w:val="7"/>
      <w:lvlText w:val="(%7)"/>
      <w:lvlJc w:val="left"/>
      <w:pPr>
        <w:tabs>
          <w:tab w:val="num" w:pos="2862"/>
        </w:tabs>
        <w:ind w:left="720" w:firstLine="1422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3219"/>
        </w:tabs>
        <w:ind w:left="720" w:firstLine="177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76"/>
        </w:tabs>
        <w:ind w:left="720" w:firstLine="2136"/>
      </w:pPr>
      <w:rPr>
        <w:rFonts w:hint="default"/>
      </w:rPr>
    </w:lvl>
  </w:abstractNum>
  <w:abstractNum w:abstractNumId="22">
    <w:nsid w:val="3A576A38"/>
    <w:multiLevelType w:val="multilevel"/>
    <w:tmpl w:val="302C8FF6"/>
    <w:lvl w:ilvl="0">
      <w:start w:val="1"/>
      <w:numFmt w:val="lowerLetter"/>
      <w:pStyle w:val="Roman5"/>
      <w:lvlText w:val="(%1)"/>
      <w:lvlJc w:val="left"/>
      <w:pPr>
        <w:tabs>
          <w:tab w:val="num" w:pos="3578"/>
        </w:tabs>
        <w:ind w:left="3578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3434"/>
        </w:tabs>
        <w:ind w:left="3434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578"/>
        </w:tabs>
        <w:ind w:left="3578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722"/>
        </w:tabs>
        <w:ind w:left="3722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866"/>
        </w:tabs>
        <w:ind w:left="3866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010"/>
        </w:tabs>
        <w:ind w:left="4010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154"/>
        </w:tabs>
        <w:ind w:left="4154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298"/>
        </w:tabs>
        <w:ind w:left="4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2"/>
        </w:tabs>
        <w:ind w:left="4442" w:hanging="1584"/>
      </w:pPr>
      <w:rPr>
        <w:rFonts w:hint="default"/>
      </w:rPr>
    </w:lvl>
  </w:abstractNum>
  <w:abstractNum w:abstractNumId="23">
    <w:nsid w:val="3C9E32D1"/>
    <w:multiLevelType w:val="multilevel"/>
    <w:tmpl w:val="6EDC684E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Georgia" w:hAnsi="Georgia"/>
        <w:sz w:val="22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720" w:hanging="36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34"/>
        </w:tabs>
        <w:ind w:left="720" w:hanging="6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91"/>
        </w:tabs>
        <w:ind w:left="720" w:firstLine="351"/>
      </w:pPr>
      <w:rPr>
        <w:rFonts w:ascii="Symbol" w:hAnsi="Symbol" w:hint="default"/>
      </w:rPr>
    </w:lvl>
    <w:lvl w:ilvl="4">
      <w:start w:val="1"/>
      <w:numFmt w:val="upperLetter"/>
      <w:lvlText w:val="(%5)"/>
      <w:lvlJc w:val="left"/>
      <w:pPr>
        <w:tabs>
          <w:tab w:val="num" w:pos="2148"/>
        </w:tabs>
        <w:ind w:left="720" w:firstLine="708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2505"/>
        </w:tabs>
        <w:ind w:left="720" w:firstLine="1065"/>
      </w:pPr>
      <w:rPr>
        <w:rFonts w:hint="default"/>
      </w:rPr>
    </w:lvl>
    <w:lvl w:ilvl="6">
      <w:start w:val="1"/>
      <w:numFmt w:val="upperRoman"/>
      <w:lvlText w:val="(%7)"/>
      <w:lvlJc w:val="left"/>
      <w:pPr>
        <w:tabs>
          <w:tab w:val="num" w:pos="2862"/>
        </w:tabs>
        <w:ind w:left="720" w:firstLine="1422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19"/>
        </w:tabs>
        <w:ind w:left="720" w:firstLine="177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76"/>
        </w:tabs>
        <w:ind w:left="720" w:firstLine="2136"/>
      </w:pPr>
      <w:rPr>
        <w:rFonts w:hint="default"/>
      </w:rPr>
    </w:lvl>
  </w:abstractNum>
  <w:abstractNum w:abstractNumId="24">
    <w:nsid w:val="3D0B1E97"/>
    <w:multiLevelType w:val="hybridMultilevel"/>
    <w:tmpl w:val="8528DFDC"/>
    <w:lvl w:ilvl="0" w:tplc="55D2D54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9D3E0B"/>
    <w:multiLevelType w:val="hybridMultilevel"/>
    <w:tmpl w:val="8528DFDC"/>
    <w:lvl w:ilvl="0" w:tplc="55D2D546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C9C4A49"/>
    <w:multiLevelType w:val="multilevel"/>
    <w:tmpl w:val="C4847782"/>
    <w:lvl w:ilvl="0">
      <w:start w:val="1"/>
      <w:numFmt w:val="decimal"/>
      <w:pStyle w:val="Arabic5"/>
      <w:lvlText w:val="(%1)"/>
      <w:lvlJc w:val="left"/>
      <w:pPr>
        <w:tabs>
          <w:tab w:val="num" w:pos="3578"/>
        </w:tabs>
        <w:ind w:left="3578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3650"/>
        </w:tabs>
        <w:ind w:left="3650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4082"/>
        </w:tabs>
        <w:ind w:left="4082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4658"/>
        </w:tabs>
        <w:ind w:left="4586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5378"/>
        </w:tabs>
        <w:ind w:left="5090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738"/>
        </w:tabs>
        <w:ind w:left="5594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458"/>
        </w:tabs>
        <w:ind w:left="6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18"/>
        </w:tabs>
        <w:ind w:left="6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38"/>
        </w:tabs>
        <w:ind w:left="7178" w:hanging="1440"/>
      </w:pPr>
      <w:rPr>
        <w:rFonts w:hint="default"/>
      </w:rPr>
    </w:lvl>
  </w:abstractNum>
  <w:abstractNum w:abstractNumId="27">
    <w:nsid w:val="54076873"/>
    <w:multiLevelType w:val="multilevel"/>
    <w:tmpl w:val="8B140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56844324"/>
    <w:multiLevelType w:val="hybridMultilevel"/>
    <w:tmpl w:val="00BEE896"/>
    <w:lvl w:ilvl="0" w:tplc="DE9A6D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8520430"/>
    <w:multiLevelType w:val="multilevel"/>
    <w:tmpl w:val="26B08F20"/>
    <w:styleLink w:val="1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5DFB30B2"/>
    <w:multiLevelType w:val="multilevel"/>
    <w:tmpl w:val="8D8012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985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1">
    <w:nsid w:val="5E290E04"/>
    <w:multiLevelType w:val="multilevel"/>
    <w:tmpl w:val="EE280226"/>
    <w:lvl w:ilvl="0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5EC86800"/>
    <w:multiLevelType w:val="multilevel"/>
    <w:tmpl w:val="1B82AFDA"/>
    <w:lvl w:ilvl="0">
      <w:start w:val="1"/>
      <w:numFmt w:val="decimal"/>
      <w:pStyle w:val="LBSchedule1"/>
      <w:isLgl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  <w:u w:val="none"/>
        <w:lang w:val="ru-RU"/>
      </w:rPr>
    </w:lvl>
    <w:lvl w:ilvl="1">
      <w:start w:val="1"/>
      <w:numFmt w:val="decimal"/>
      <w:pStyle w:val="L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lowerLetter"/>
      <w:pStyle w:val="L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ScheduleFour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ScheduleFive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64196A7E"/>
    <w:multiLevelType w:val="multilevel"/>
    <w:tmpl w:val="3618B130"/>
    <w:lvl w:ilvl="0">
      <w:start w:val="1"/>
      <w:numFmt w:val="lowerLetter"/>
      <w:pStyle w:val="Roman3"/>
      <w:lvlText w:val="(%1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34">
    <w:nsid w:val="64D16F1D"/>
    <w:multiLevelType w:val="multilevel"/>
    <w:tmpl w:val="09A44BA8"/>
    <w:lvl w:ilvl="0">
      <w:start w:val="1"/>
      <w:numFmt w:val="decimal"/>
      <w:lvlText w:val="%1."/>
      <w:lvlJc w:val="left"/>
      <w:pPr>
        <w:ind w:left="2843" w:hanging="432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5681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327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95" w:hanging="1584"/>
      </w:pPr>
      <w:rPr>
        <w:rFonts w:hint="default"/>
      </w:rPr>
    </w:lvl>
  </w:abstractNum>
  <w:abstractNum w:abstractNumId="35">
    <w:nsid w:val="66912109"/>
    <w:multiLevelType w:val="multilevel"/>
    <w:tmpl w:val="283036A4"/>
    <w:lvl w:ilvl="0">
      <w:start w:val="1"/>
      <w:numFmt w:val="lowerLetter"/>
      <w:lvlText w:val="%1)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0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>
    <w:nsid w:val="67446D23"/>
    <w:multiLevelType w:val="hybridMultilevel"/>
    <w:tmpl w:val="2EE8DB56"/>
    <w:lvl w:ilvl="0" w:tplc="496054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A0C25C2"/>
    <w:multiLevelType w:val="multilevel"/>
    <w:tmpl w:val="9DFE9892"/>
    <w:lvl w:ilvl="0">
      <w:start w:val="1"/>
      <w:numFmt w:val="lowerLetter"/>
      <w:pStyle w:val="Roman2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8">
    <w:nsid w:val="72EB7741"/>
    <w:multiLevelType w:val="multilevel"/>
    <w:tmpl w:val="E4842B18"/>
    <w:lvl w:ilvl="0">
      <w:start w:val="1"/>
      <w:numFmt w:val="decimal"/>
      <w:pStyle w:val="Arabic3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2232"/>
        </w:tabs>
        <w:ind w:left="223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664"/>
        </w:tabs>
        <w:ind w:left="2664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240"/>
        </w:tabs>
        <w:ind w:left="3168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60"/>
        </w:tabs>
        <w:ind w:left="367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39">
    <w:nsid w:val="763B76EC"/>
    <w:multiLevelType w:val="multilevel"/>
    <w:tmpl w:val="C2326F2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295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ascii="Times New Roman" w:eastAsia="Times New Roman" w:hAnsi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40">
    <w:nsid w:val="782F003C"/>
    <w:multiLevelType w:val="multilevel"/>
    <w:tmpl w:val="D652ABE8"/>
    <w:lvl w:ilvl="0">
      <w:start w:val="1"/>
      <w:numFmt w:val="decimal"/>
      <w:pStyle w:val="Arabic6"/>
      <w:lvlText w:val="(%1)"/>
      <w:lvlJc w:val="left"/>
      <w:pPr>
        <w:tabs>
          <w:tab w:val="num" w:pos="4241"/>
        </w:tabs>
        <w:ind w:left="4241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4313"/>
        </w:tabs>
        <w:ind w:left="4313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4745"/>
        </w:tabs>
        <w:ind w:left="4745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5321"/>
        </w:tabs>
        <w:ind w:left="5249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6041"/>
        </w:tabs>
        <w:ind w:left="5753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6401"/>
        </w:tabs>
        <w:ind w:left="6257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121"/>
        </w:tabs>
        <w:ind w:left="676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1"/>
        </w:tabs>
        <w:ind w:left="726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01"/>
        </w:tabs>
        <w:ind w:left="7841" w:hanging="1440"/>
      </w:pPr>
      <w:rPr>
        <w:rFonts w:hint="default"/>
      </w:rPr>
    </w:lvl>
  </w:abstractNum>
  <w:abstractNum w:abstractNumId="41">
    <w:nsid w:val="7D8659EC"/>
    <w:multiLevelType w:val="multilevel"/>
    <w:tmpl w:val="03ECD91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2"/>
        <w:u w:val="none"/>
        <w:lang w:val="ru-RU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>
    <w:nsid w:val="7DC6770B"/>
    <w:multiLevelType w:val="hybridMultilevel"/>
    <w:tmpl w:val="ADA8AB52"/>
    <w:lvl w:ilvl="0" w:tplc="B0A06986">
      <w:start w:val="1"/>
      <w:numFmt w:val="decimal"/>
      <w:pStyle w:val="Arabic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874FDF"/>
    <w:multiLevelType w:val="hybridMultilevel"/>
    <w:tmpl w:val="BE4E2C02"/>
    <w:lvl w:ilvl="0" w:tplc="FA2E6B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EE15F64"/>
    <w:multiLevelType w:val="hybridMultilevel"/>
    <w:tmpl w:val="6FA8F18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1"/>
  </w:num>
  <w:num w:numId="2">
    <w:abstractNumId w:val="8"/>
  </w:num>
  <w:num w:numId="3">
    <w:abstractNumId w:val="29"/>
  </w:num>
  <w:num w:numId="4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5">
    <w:abstractNumId w:val="33"/>
  </w:num>
  <w:num w:numId="6">
    <w:abstractNumId w:val="18"/>
  </w:num>
  <w:num w:numId="7">
    <w:abstractNumId w:val="32"/>
  </w:num>
  <w:num w:numId="8">
    <w:abstractNumId w:val="40"/>
  </w:num>
  <w:num w:numId="9">
    <w:abstractNumId w:val="38"/>
  </w:num>
  <w:num w:numId="10">
    <w:abstractNumId w:val="42"/>
  </w:num>
  <w:num w:numId="11">
    <w:abstractNumId w:val="14"/>
  </w:num>
  <w:num w:numId="12">
    <w:abstractNumId w:val="26"/>
  </w:num>
  <w:num w:numId="13">
    <w:abstractNumId w:val="37"/>
  </w:num>
  <w:num w:numId="14">
    <w:abstractNumId w:val="17"/>
  </w:num>
  <w:num w:numId="15">
    <w:abstractNumId w:val="22"/>
  </w:num>
  <w:num w:numId="16">
    <w:abstractNumId w:val="3"/>
  </w:num>
  <w:num w:numId="17">
    <w:abstractNumId w:val="21"/>
  </w:num>
  <w:num w:numId="18">
    <w:abstractNumId w:val="21"/>
    <w:lvlOverride w:ilvl="0">
      <w:startOverride w:val="1"/>
      <w:lvl w:ilvl="0">
        <w:start w:val="1"/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3"/>
        <w:lvlText w:val="(%3)"/>
        <w:lvlJc w:val="left"/>
        <w:pPr>
          <w:tabs>
            <w:tab w:val="num" w:pos="1434"/>
          </w:tabs>
          <w:ind w:left="720" w:hanging="6"/>
        </w:pPr>
        <w:rPr>
          <w:rFonts w:hint="default"/>
        </w:rPr>
      </w:lvl>
    </w:lvlOverride>
    <w:lvlOverride w:ilvl="3">
      <w:startOverride w:val="1"/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startOverride w:val="1"/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startOverride w:val="1"/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startOverride w:val="1"/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19">
    <w:abstractNumId w:val="25"/>
  </w:num>
  <w:num w:numId="20">
    <w:abstractNumId w:val="5"/>
  </w:num>
  <w:num w:numId="21">
    <w:abstractNumId w:val="28"/>
  </w:num>
  <w:num w:numId="22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434"/>
          </w:tabs>
          <w:ind w:left="720" w:hanging="6"/>
        </w:pPr>
        <w:rPr>
          <w:rFonts w:hint="default"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23">
    <w:abstractNumId w:val="39"/>
  </w:num>
  <w:num w:numId="24">
    <w:abstractNumId w:val="43"/>
  </w:num>
  <w:num w:numId="25">
    <w:abstractNumId w:val="34"/>
  </w:num>
  <w:num w:numId="26">
    <w:abstractNumId w:val="35"/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</w:num>
  <w:num w:numId="29">
    <w:abstractNumId w:val="44"/>
  </w:num>
  <w:num w:numId="30">
    <w:abstractNumId w:val="41"/>
  </w:num>
  <w:num w:numId="31">
    <w:abstractNumId w:val="27"/>
  </w:num>
  <w:num w:numId="32">
    <w:abstractNumId w:val="7"/>
  </w:num>
  <w:num w:numId="33">
    <w:abstractNumId w:val="23"/>
  </w:num>
  <w:num w:numId="34">
    <w:abstractNumId w:val="6"/>
  </w:num>
  <w:num w:numId="35">
    <w:abstractNumId w:val="19"/>
  </w:num>
  <w:num w:numId="36">
    <w:abstractNumId w:val="15"/>
  </w:num>
  <w:num w:numId="37">
    <w:abstractNumId w:val="10"/>
  </w:num>
  <w:num w:numId="38">
    <w:abstractNumId w:val="4"/>
  </w:num>
  <w:num w:numId="39">
    <w:abstractNumId w:val="13"/>
  </w:num>
  <w:num w:numId="40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41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42">
    <w:abstractNumId w:val="12"/>
  </w:num>
  <w:num w:numId="43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44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45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46">
    <w:abstractNumId w:val="24"/>
  </w:num>
  <w:num w:numId="47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434"/>
          </w:tabs>
          <w:ind w:left="720" w:hanging="6"/>
        </w:pPr>
        <w:rPr>
          <w:rFonts w:hint="default"/>
          <w:b w:val="0"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48">
    <w:abstractNumId w:val="16"/>
  </w:num>
  <w:num w:numId="49">
    <w:abstractNumId w:val="11"/>
  </w:num>
  <w:num w:numId="50">
    <w:abstractNumId w:val="0"/>
  </w:num>
  <w:num w:numId="51">
    <w:abstractNumId w:val="1"/>
  </w:num>
  <w:num w:numId="52">
    <w:abstractNumId w:val="2"/>
  </w:num>
  <w:num w:numId="53">
    <w:abstractNumId w:val="9"/>
  </w:num>
  <w:num w:numId="54">
    <w:abstractNumId w:val="20"/>
  </w:num>
  <w:num w:numId="55">
    <w:abstractNumId w:val="30"/>
  </w:num>
  <w:num w:numId="56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57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58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ocumentProtection w:edit="trackedChanges" w:enforcement="0"/>
  <w:defaultTabStop w:val="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B1"/>
    <w:rsid w:val="00001FEA"/>
    <w:rsid w:val="00002095"/>
    <w:rsid w:val="000051A8"/>
    <w:rsid w:val="000075D5"/>
    <w:rsid w:val="00014342"/>
    <w:rsid w:val="000161AC"/>
    <w:rsid w:val="00016DEE"/>
    <w:rsid w:val="00020DC1"/>
    <w:rsid w:val="00023366"/>
    <w:rsid w:val="000247F8"/>
    <w:rsid w:val="000300F5"/>
    <w:rsid w:val="000319EA"/>
    <w:rsid w:val="00031D65"/>
    <w:rsid w:val="0003347C"/>
    <w:rsid w:val="00035D90"/>
    <w:rsid w:val="000366B6"/>
    <w:rsid w:val="00037F6F"/>
    <w:rsid w:val="00040CD9"/>
    <w:rsid w:val="000415E7"/>
    <w:rsid w:val="00042042"/>
    <w:rsid w:val="00043EDA"/>
    <w:rsid w:val="0004446D"/>
    <w:rsid w:val="00044E2B"/>
    <w:rsid w:val="0004618E"/>
    <w:rsid w:val="0004667E"/>
    <w:rsid w:val="00046791"/>
    <w:rsid w:val="000475A7"/>
    <w:rsid w:val="000576A7"/>
    <w:rsid w:val="00057BE0"/>
    <w:rsid w:val="0006070C"/>
    <w:rsid w:val="00060C9A"/>
    <w:rsid w:val="00064094"/>
    <w:rsid w:val="00070820"/>
    <w:rsid w:val="000723C2"/>
    <w:rsid w:val="00072D4E"/>
    <w:rsid w:val="0007301E"/>
    <w:rsid w:val="00073109"/>
    <w:rsid w:val="00074EAD"/>
    <w:rsid w:val="000752E7"/>
    <w:rsid w:val="00076828"/>
    <w:rsid w:val="00076D3D"/>
    <w:rsid w:val="00080829"/>
    <w:rsid w:val="00081833"/>
    <w:rsid w:val="00085557"/>
    <w:rsid w:val="00085CA1"/>
    <w:rsid w:val="00085D64"/>
    <w:rsid w:val="00086B28"/>
    <w:rsid w:val="00092D50"/>
    <w:rsid w:val="0009490E"/>
    <w:rsid w:val="00095256"/>
    <w:rsid w:val="000A128D"/>
    <w:rsid w:val="000A2425"/>
    <w:rsid w:val="000A25FE"/>
    <w:rsid w:val="000A2EDB"/>
    <w:rsid w:val="000A35A8"/>
    <w:rsid w:val="000A5892"/>
    <w:rsid w:val="000A6092"/>
    <w:rsid w:val="000A6E3D"/>
    <w:rsid w:val="000B14ED"/>
    <w:rsid w:val="000B1E9D"/>
    <w:rsid w:val="000B2D64"/>
    <w:rsid w:val="000B3460"/>
    <w:rsid w:val="000B474D"/>
    <w:rsid w:val="000B6689"/>
    <w:rsid w:val="000B6D0F"/>
    <w:rsid w:val="000C0EB4"/>
    <w:rsid w:val="000C1E25"/>
    <w:rsid w:val="000C239A"/>
    <w:rsid w:val="000C381B"/>
    <w:rsid w:val="000C4D6A"/>
    <w:rsid w:val="000C5AED"/>
    <w:rsid w:val="000C6C7D"/>
    <w:rsid w:val="000D158C"/>
    <w:rsid w:val="000D1D6C"/>
    <w:rsid w:val="000D2744"/>
    <w:rsid w:val="000D2812"/>
    <w:rsid w:val="000D522F"/>
    <w:rsid w:val="000D6B17"/>
    <w:rsid w:val="000D753B"/>
    <w:rsid w:val="000E0DF6"/>
    <w:rsid w:val="000E25E4"/>
    <w:rsid w:val="000E355E"/>
    <w:rsid w:val="000E4093"/>
    <w:rsid w:val="000E51E3"/>
    <w:rsid w:val="000E5705"/>
    <w:rsid w:val="000E6EFE"/>
    <w:rsid w:val="000E7CBC"/>
    <w:rsid w:val="000F181B"/>
    <w:rsid w:val="000F18E4"/>
    <w:rsid w:val="000F443E"/>
    <w:rsid w:val="000F55C8"/>
    <w:rsid w:val="000F62FF"/>
    <w:rsid w:val="000F6F15"/>
    <w:rsid w:val="0010075B"/>
    <w:rsid w:val="0010076C"/>
    <w:rsid w:val="00103C99"/>
    <w:rsid w:val="0010734B"/>
    <w:rsid w:val="001100CA"/>
    <w:rsid w:val="0011025E"/>
    <w:rsid w:val="00110420"/>
    <w:rsid w:val="00110DDC"/>
    <w:rsid w:val="001145E1"/>
    <w:rsid w:val="0011478B"/>
    <w:rsid w:val="001147C5"/>
    <w:rsid w:val="00114A80"/>
    <w:rsid w:val="00121216"/>
    <w:rsid w:val="00123BE4"/>
    <w:rsid w:val="00123DA3"/>
    <w:rsid w:val="001242EC"/>
    <w:rsid w:val="00124FF5"/>
    <w:rsid w:val="001261BA"/>
    <w:rsid w:val="00127A35"/>
    <w:rsid w:val="00130359"/>
    <w:rsid w:val="00130EA3"/>
    <w:rsid w:val="00131A18"/>
    <w:rsid w:val="0013223B"/>
    <w:rsid w:val="00132317"/>
    <w:rsid w:val="00133190"/>
    <w:rsid w:val="00134793"/>
    <w:rsid w:val="00135ADE"/>
    <w:rsid w:val="00137951"/>
    <w:rsid w:val="00140DE8"/>
    <w:rsid w:val="00141B72"/>
    <w:rsid w:val="001443C1"/>
    <w:rsid w:val="00144E95"/>
    <w:rsid w:val="00145AF1"/>
    <w:rsid w:val="00146288"/>
    <w:rsid w:val="001466B0"/>
    <w:rsid w:val="00147E3D"/>
    <w:rsid w:val="00150AFA"/>
    <w:rsid w:val="0015360E"/>
    <w:rsid w:val="00153C3F"/>
    <w:rsid w:val="001603DC"/>
    <w:rsid w:val="001606B2"/>
    <w:rsid w:val="00160D0A"/>
    <w:rsid w:val="001610E2"/>
    <w:rsid w:val="00163841"/>
    <w:rsid w:val="00164128"/>
    <w:rsid w:val="00166B26"/>
    <w:rsid w:val="0017086E"/>
    <w:rsid w:val="00170F1B"/>
    <w:rsid w:val="00171297"/>
    <w:rsid w:val="001746E6"/>
    <w:rsid w:val="0017552B"/>
    <w:rsid w:val="00175D36"/>
    <w:rsid w:val="00177A66"/>
    <w:rsid w:val="001801D9"/>
    <w:rsid w:val="00180B42"/>
    <w:rsid w:val="0018407A"/>
    <w:rsid w:val="00186C44"/>
    <w:rsid w:val="00186F44"/>
    <w:rsid w:val="00187A9E"/>
    <w:rsid w:val="00190498"/>
    <w:rsid w:val="00190AC7"/>
    <w:rsid w:val="00194E9A"/>
    <w:rsid w:val="00196FFF"/>
    <w:rsid w:val="00197117"/>
    <w:rsid w:val="00197B41"/>
    <w:rsid w:val="001A16B6"/>
    <w:rsid w:val="001A23EC"/>
    <w:rsid w:val="001A2B10"/>
    <w:rsid w:val="001A2C61"/>
    <w:rsid w:val="001A4606"/>
    <w:rsid w:val="001A4C4E"/>
    <w:rsid w:val="001A5197"/>
    <w:rsid w:val="001A6B81"/>
    <w:rsid w:val="001B02C2"/>
    <w:rsid w:val="001B0FA4"/>
    <w:rsid w:val="001B1390"/>
    <w:rsid w:val="001B594D"/>
    <w:rsid w:val="001C332C"/>
    <w:rsid w:val="001C3A33"/>
    <w:rsid w:val="001C4B5B"/>
    <w:rsid w:val="001C6F4E"/>
    <w:rsid w:val="001D07B2"/>
    <w:rsid w:val="001D14C8"/>
    <w:rsid w:val="001D29A4"/>
    <w:rsid w:val="001D2E6B"/>
    <w:rsid w:val="001D326A"/>
    <w:rsid w:val="001D5343"/>
    <w:rsid w:val="001D649E"/>
    <w:rsid w:val="001D6DEA"/>
    <w:rsid w:val="001E1B4E"/>
    <w:rsid w:val="001E1F65"/>
    <w:rsid w:val="001E2B4E"/>
    <w:rsid w:val="001E32CF"/>
    <w:rsid w:val="001E4169"/>
    <w:rsid w:val="001E42E8"/>
    <w:rsid w:val="001F0299"/>
    <w:rsid w:val="001F663A"/>
    <w:rsid w:val="001F6730"/>
    <w:rsid w:val="002010BF"/>
    <w:rsid w:val="00201CAE"/>
    <w:rsid w:val="00202230"/>
    <w:rsid w:val="002023CE"/>
    <w:rsid w:val="002039BA"/>
    <w:rsid w:val="00204396"/>
    <w:rsid w:val="00211571"/>
    <w:rsid w:val="002117F9"/>
    <w:rsid w:val="00213E60"/>
    <w:rsid w:val="002147EC"/>
    <w:rsid w:val="00215A0A"/>
    <w:rsid w:val="00216C6C"/>
    <w:rsid w:val="00220713"/>
    <w:rsid w:val="0022193E"/>
    <w:rsid w:val="00224FE2"/>
    <w:rsid w:val="00225D54"/>
    <w:rsid w:val="00234378"/>
    <w:rsid w:val="00234397"/>
    <w:rsid w:val="00235933"/>
    <w:rsid w:val="00236D00"/>
    <w:rsid w:val="00236F28"/>
    <w:rsid w:val="00241250"/>
    <w:rsid w:val="00242260"/>
    <w:rsid w:val="0024264C"/>
    <w:rsid w:val="00242F82"/>
    <w:rsid w:val="00243885"/>
    <w:rsid w:val="00254858"/>
    <w:rsid w:val="00254871"/>
    <w:rsid w:val="00254CF7"/>
    <w:rsid w:val="0025507F"/>
    <w:rsid w:val="00256AC0"/>
    <w:rsid w:val="00256DFE"/>
    <w:rsid w:val="002627F7"/>
    <w:rsid w:val="0026669C"/>
    <w:rsid w:val="002678CC"/>
    <w:rsid w:val="002733FD"/>
    <w:rsid w:val="00273EC4"/>
    <w:rsid w:val="00274264"/>
    <w:rsid w:val="002746D7"/>
    <w:rsid w:val="00275586"/>
    <w:rsid w:val="0028041C"/>
    <w:rsid w:val="00281335"/>
    <w:rsid w:val="00282C44"/>
    <w:rsid w:val="0028415C"/>
    <w:rsid w:val="0028478C"/>
    <w:rsid w:val="0028726C"/>
    <w:rsid w:val="00287714"/>
    <w:rsid w:val="00291711"/>
    <w:rsid w:val="00292304"/>
    <w:rsid w:val="00292684"/>
    <w:rsid w:val="0029454D"/>
    <w:rsid w:val="00294DAF"/>
    <w:rsid w:val="00295297"/>
    <w:rsid w:val="00295745"/>
    <w:rsid w:val="002960E8"/>
    <w:rsid w:val="00296665"/>
    <w:rsid w:val="00297EA7"/>
    <w:rsid w:val="00297FF3"/>
    <w:rsid w:val="002A16D0"/>
    <w:rsid w:val="002A2382"/>
    <w:rsid w:val="002A26D9"/>
    <w:rsid w:val="002A5052"/>
    <w:rsid w:val="002A5BC1"/>
    <w:rsid w:val="002A5CE8"/>
    <w:rsid w:val="002A660F"/>
    <w:rsid w:val="002A79DD"/>
    <w:rsid w:val="002B0561"/>
    <w:rsid w:val="002B2BF8"/>
    <w:rsid w:val="002B49D5"/>
    <w:rsid w:val="002B4C93"/>
    <w:rsid w:val="002B50BC"/>
    <w:rsid w:val="002B6741"/>
    <w:rsid w:val="002C04E1"/>
    <w:rsid w:val="002C2A04"/>
    <w:rsid w:val="002C3D63"/>
    <w:rsid w:val="002C4CA4"/>
    <w:rsid w:val="002C6421"/>
    <w:rsid w:val="002C645F"/>
    <w:rsid w:val="002D03C0"/>
    <w:rsid w:val="002D160C"/>
    <w:rsid w:val="002D2743"/>
    <w:rsid w:val="002D49E4"/>
    <w:rsid w:val="002D6178"/>
    <w:rsid w:val="002D6A11"/>
    <w:rsid w:val="002D73A0"/>
    <w:rsid w:val="002E05DD"/>
    <w:rsid w:val="002E0AEA"/>
    <w:rsid w:val="002E3057"/>
    <w:rsid w:val="002E49C7"/>
    <w:rsid w:val="002E4E0D"/>
    <w:rsid w:val="002E4FB2"/>
    <w:rsid w:val="002E53C1"/>
    <w:rsid w:val="002F1833"/>
    <w:rsid w:val="002F376F"/>
    <w:rsid w:val="002F5079"/>
    <w:rsid w:val="0030064F"/>
    <w:rsid w:val="003012A1"/>
    <w:rsid w:val="00303C2B"/>
    <w:rsid w:val="00304A85"/>
    <w:rsid w:val="00306777"/>
    <w:rsid w:val="00307532"/>
    <w:rsid w:val="003075CD"/>
    <w:rsid w:val="003122D2"/>
    <w:rsid w:val="00312F8E"/>
    <w:rsid w:val="00313953"/>
    <w:rsid w:val="00314976"/>
    <w:rsid w:val="003168BA"/>
    <w:rsid w:val="00322AA1"/>
    <w:rsid w:val="00326FB5"/>
    <w:rsid w:val="00327176"/>
    <w:rsid w:val="0032740A"/>
    <w:rsid w:val="00327D81"/>
    <w:rsid w:val="003319EE"/>
    <w:rsid w:val="00331DC8"/>
    <w:rsid w:val="003332FA"/>
    <w:rsid w:val="003334D6"/>
    <w:rsid w:val="00333578"/>
    <w:rsid w:val="003352CC"/>
    <w:rsid w:val="00341887"/>
    <w:rsid w:val="00341EB5"/>
    <w:rsid w:val="00345808"/>
    <w:rsid w:val="00345E7C"/>
    <w:rsid w:val="00347FF6"/>
    <w:rsid w:val="00350695"/>
    <w:rsid w:val="003520A1"/>
    <w:rsid w:val="00353765"/>
    <w:rsid w:val="003544AE"/>
    <w:rsid w:val="00355917"/>
    <w:rsid w:val="0035691A"/>
    <w:rsid w:val="003650AC"/>
    <w:rsid w:val="00367F06"/>
    <w:rsid w:val="00367F5E"/>
    <w:rsid w:val="003703D6"/>
    <w:rsid w:val="003706B4"/>
    <w:rsid w:val="00371B7C"/>
    <w:rsid w:val="003733D6"/>
    <w:rsid w:val="00374519"/>
    <w:rsid w:val="00380184"/>
    <w:rsid w:val="00385A73"/>
    <w:rsid w:val="00386CFA"/>
    <w:rsid w:val="003952E4"/>
    <w:rsid w:val="00396346"/>
    <w:rsid w:val="003A00F2"/>
    <w:rsid w:val="003A3591"/>
    <w:rsid w:val="003A6EB1"/>
    <w:rsid w:val="003B20B9"/>
    <w:rsid w:val="003B28C1"/>
    <w:rsid w:val="003B5162"/>
    <w:rsid w:val="003B69A8"/>
    <w:rsid w:val="003B6D98"/>
    <w:rsid w:val="003B7B70"/>
    <w:rsid w:val="003C0F69"/>
    <w:rsid w:val="003C101E"/>
    <w:rsid w:val="003C168E"/>
    <w:rsid w:val="003C2230"/>
    <w:rsid w:val="003C7DB5"/>
    <w:rsid w:val="003D3168"/>
    <w:rsid w:val="003D3F66"/>
    <w:rsid w:val="003D4B46"/>
    <w:rsid w:val="003D7FBD"/>
    <w:rsid w:val="003E1819"/>
    <w:rsid w:val="003E414E"/>
    <w:rsid w:val="003E5169"/>
    <w:rsid w:val="003E5A8E"/>
    <w:rsid w:val="003E6E28"/>
    <w:rsid w:val="003E7D60"/>
    <w:rsid w:val="003F3C52"/>
    <w:rsid w:val="003F7C33"/>
    <w:rsid w:val="004028F0"/>
    <w:rsid w:val="004072BF"/>
    <w:rsid w:val="00411085"/>
    <w:rsid w:val="00411111"/>
    <w:rsid w:val="004149EE"/>
    <w:rsid w:val="00415970"/>
    <w:rsid w:val="00415EE8"/>
    <w:rsid w:val="00415FE0"/>
    <w:rsid w:val="0041620E"/>
    <w:rsid w:val="00416EC3"/>
    <w:rsid w:val="00417246"/>
    <w:rsid w:val="00417EBC"/>
    <w:rsid w:val="0042085D"/>
    <w:rsid w:val="00423811"/>
    <w:rsid w:val="0042390E"/>
    <w:rsid w:val="00423A17"/>
    <w:rsid w:val="00423B5A"/>
    <w:rsid w:val="0042425C"/>
    <w:rsid w:val="00426166"/>
    <w:rsid w:val="00426814"/>
    <w:rsid w:val="00427924"/>
    <w:rsid w:val="00433007"/>
    <w:rsid w:val="004341C5"/>
    <w:rsid w:val="00434A52"/>
    <w:rsid w:val="00436C75"/>
    <w:rsid w:val="00436CB7"/>
    <w:rsid w:val="00437ADD"/>
    <w:rsid w:val="0044491F"/>
    <w:rsid w:val="00445EAC"/>
    <w:rsid w:val="004464C4"/>
    <w:rsid w:val="004524A6"/>
    <w:rsid w:val="00454A61"/>
    <w:rsid w:val="00455444"/>
    <w:rsid w:val="004603D6"/>
    <w:rsid w:val="00461B51"/>
    <w:rsid w:val="00462F49"/>
    <w:rsid w:val="004667F2"/>
    <w:rsid w:val="00470883"/>
    <w:rsid w:val="00473230"/>
    <w:rsid w:val="00475161"/>
    <w:rsid w:val="0047609D"/>
    <w:rsid w:val="00477810"/>
    <w:rsid w:val="004809BF"/>
    <w:rsid w:val="00481904"/>
    <w:rsid w:val="004864A5"/>
    <w:rsid w:val="004876DB"/>
    <w:rsid w:val="004910C3"/>
    <w:rsid w:val="00492A20"/>
    <w:rsid w:val="00492B09"/>
    <w:rsid w:val="00492D9F"/>
    <w:rsid w:val="0049307C"/>
    <w:rsid w:val="0049438E"/>
    <w:rsid w:val="004955E6"/>
    <w:rsid w:val="00496CD5"/>
    <w:rsid w:val="00497D7D"/>
    <w:rsid w:val="004A1032"/>
    <w:rsid w:val="004A2776"/>
    <w:rsid w:val="004A2B65"/>
    <w:rsid w:val="004A32FF"/>
    <w:rsid w:val="004A4251"/>
    <w:rsid w:val="004A446E"/>
    <w:rsid w:val="004A45DB"/>
    <w:rsid w:val="004A4B66"/>
    <w:rsid w:val="004A6DF7"/>
    <w:rsid w:val="004A72C9"/>
    <w:rsid w:val="004B0146"/>
    <w:rsid w:val="004B057E"/>
    <w:rsid w:val="004B40BF"/>
    <w:rsid w:val="004C0AE9"/>
    <w:rsid w:val="004C1BD5"/>
    <w:rsid w:val="004C24A6"/>
    <w:rsid w:val="004C5432"/>
    <w:rsid w:val="004C5BF1"/>
    <w:rsid w:val="004C6222"/>
    <w:rsid w:val="004C6F68"/>
    <w:rsid w:val="004C7063"/>
    <w:rsid w:val="004D07E5"/>
    <w:rsid w:val="004D112B"/>
    <w:rsid w:val="004D1BAA"/>
    <w:rsid w:val="004D3EDC"/>
    <w:rsid w:val="004D4D17"/>
    <w:rsid w:val="004D5403"/>
    <w:rsid w:val="004E0411"/>
    <w:rsid w:val="004E07AC"/>
    <w:rsid w:val="004E0E35"/>
    <w:rsid w:val="004E1948"/>
    <w:rsid w:val="004E2ACB"/>
    <w:rsid w:val="004E3450"/>
    <w:rsid w:val="004E3520"/>
    <w:rsid w:val="004E527F"/>
    <w:rsid w:val="004E6FBE"/>
    <w:rsid w:val="004E7B13"/>
    <w:rsid w:val="004F2C78"/>
    <w:rsid w:val="004F367B"/>
    <w:rsid w:val="004F47CA"/>
    <w:rsid w:val="004F4DB5"/>
    <w:rsid w:val="004F514D"/>
    <w:rsid w:val="004F58C0"/>
    <w:rsid w:val="00500426"/>
    <w:rsid w:val="00500BAF"/>
    <w:rsid w:val="00503DDF"/>
    <w:rsid w:val="005043CF"/>
    <w:rsid w:val="0050685D"/>
    <w:rsid w:val="00511172"/>
    <w:rsid w:val="005114CB"/>
    <w:rsid w:val="00513D9E"/>
    <w:rsid w:val="00515C6B"/>
    <w:rsid w:val="00521E73"/>
    <w:rsid w:val="00526474"/>
    <w:rsid w:val="00527DEF"/>
    <w:rsid w:val="00532C82"/>
    <w:rsid w:val="0053359F"/>
    <w:rsid w:val="0053540C"/>
    <w:rsid w:val="005354F4"/>
    <w:rsid w:val="00536E7A"/>
    <w:rsid w:val="005412F6"/>
    <w:rsid w:val="00541B56"/>
    <w:rsid w:val="005433A5"/>
    <w:rsid w:val="0055458A"/>
    <w:rsid w:val="005577CE"/>
    <w:rsid w:val="005673A4"/>
    <w:rsid w:val="00574A1F"/>
    <w:rsid w:val="00576669"/>
    <w:rsid w:val="005831D6"/>
    <w:rsid w:val="00583529"/>
    <w:rsid w:val="00584DFF"/>
    <w:rsid w:val="00584E1C"/>
    <w:rsid w:val="00587FB3"/>
    <w:rsid w:val="00590B4F"/>
    <w:rsid w:val="00592909"/>
    <w:rsid w:val="00592B55"/>
    <w:rsid w:val="00594476"/>
    <w:rsid w:val="0059533D"/>
    <w:rsid w:val="005A1A3E"/>
    <w:rsid w:val="005A21A1"/>
    <w:rsid w:val="005A21C4"/>
    <w:rsid w:val="005A2215"/>
    <w:rsid w:val="005A2B27"/>
    <w:rsid w:val="005A4B66"/>
    <w:rsid w:val="005A5CA5"/>
    <w:rsid w:val="005B0FDC"/>
    <w:rsid w:val="005B213C"/>
    <w:rsid w:val="005B2D18"/>
    <w:rsid w:val="005B4636"/>
    <w:rsid w:val="005B4BAC"/>
    <w:rsid w:val="005B4D08"/>
    <w:rsid w:val="005B5456"/>
    <w:rsid w:val="005B6A32"/>
    <w:rsid w:val="005B798A"/>
    <w:rsid w:val="005C04DF"/>
    <w:rsid w:val="005C07C0"/>
    <w:rsid w:val="005C1F20"/>
    <w:rsid w:val="005C3C0D"/>
    <w:rsid w:val="005C6C55"/>
    <w:rsid w:val="005D0CE6"/>
    <w:rsid w:val="005D3DC3"/>
    <w:rsid w:val="005D44C8"/>
    <w:rsid w:val="005D773A"/>
    <w:rsid w:val="005D7AF1"/>
    <w:rsid w:val="005E0CDB"/>
    <w:rsid w:val="005E1BD9"/>
    <w:rsid w:val="005E3BEF"/>
    <w:rsid w:val="005E5059"/>
    <w:rsid w:val="005E5188"/>
    <w:rsid w:val="005E6982"/>
    <w:rsid w:val="005E776F"/>
    <w:rsid w:val="005F0071"/>
    <w:rsid w:val="005F16D6"/>
    <w:rsid w:val="005F6B09"/>
    <w:rsid w:val="005F7536"/>
    <w:rsid w:val="00600FCF"/>
    <w:rsid w:val="0060331E"/>
    <w:rsid w:val="006035D4"/>
    <w:rsid w:val="00603C0A"/>
    <w:rsid w:val="00603DE9"/>
    <w:rsid w:val="00604A72"/>
    <w:rsid w:val="00605EF4"/>
    <w:rsid w:val="00607EE1"/>
    <w:rsid w:val="006102E3"/>
    <w:rsid w:val="00613383"/>
    <w:rsid w:val="00613641"/>
    <w:rsid w:val="006150C4"/>
    <w:rsid w:val="00615C43"/>
    <w:rsid w:val="00616873"/>
    <w:rsid w:val="006223BD"/>
    <w:rsid w:val="00622835"/>
    <w:rsid w:val="0062319D"/>
    <w:rsid w:val="00627720"/>
    <w:rsid w:val="00632322"/>
    <w:rsid w:val="00635ED0"/>
    <w:rsid w:val="006367D8"/>
    <w:rsid w:val="00640D0B"/>
    <w:rsid w:val="0064174B"/>
    <w:rsid w:val="00641EB7"/>
    <w:rsid w:val="00645A67"/>
    <w:rsid w:val="00646D57"/>
    <w:rsid w:val="00646EFD"/>
    <w:rsid w:val="00650B99"/>
    <w:rsid w:val="006512D8"/>
    <w:rsid w:val="006513AA"/>
    <w:rsid w:val="006535CB"/>
    <w:rsid w:val="00653F25"/>
    <w:rsid w:val="00654618"/>
    <w:rsid w:val="00654AF7"/>
    <w:rsid w:val="00655393"/>
    <w:rsid w:val="006575CA"/>
    <w:rsid w:val="00657793"/>
    <w:rsid w:val="00662F19"/>
    <w:rsid w:val="006657A3"/>
    <w:rsid w:val="00665E67"/>
    <w:rsid w:val="00666763"/>
    <w:rsid w:val="006714DF"/>
    <w:rsid w:val="00671688"/>
    <w:rsid w:val="0067199C"/>
    <w:rsid w:val="006735CA"/>
    <w:rsid w:val="00673CCB"/>
    <w:rsid w:val="0067450E"/>
    <w:rsid w:val="006808DA"/>
    <w:rsid w:val="00681816"/>
    <w:rsid w:val="00681A08"/>
    <w:rsid w:val="00682666"/>
    <w:rsid w:val="00682738"/>
    <w:rsid w:val="00684541"/>
    <w:rsid w:val="00685F77"/>
    <w:rsid w:val="00690F5C"/>
    <w:rsid w:val="006935C1"/>
    <w:rsid w:val="00695C0D"/>
    <w:rsid w:val="006A42D5"/>
    <w:rsid w:val="006A4CE1"/>
    <w:rsid w:val="006B0DF4"/>
    <w:rsid w:val="006B4D9D"/>
    <w:rsid w:val="006B6B9C"/>
    <w:rsid w:val="006C25CC"/>
    <w:rsid w:val="006C37EE"/>
    <w:rsid w:val="006C4121"/>
    <w:rsid w:val="006C47DA"/>
    <w:rsid w:val="006C4C32"/>
    <w:rsid w:val="006C5F8E"/>
    <w:rsid w:val="006C7004"/>
    <w:rsid w:val="006D2C9B"/>
    <w:rsid w:val="006D59A7"/>
    <w:rsid w:val="006D5ACA"/>
    <w:rsid w:val="006D6017"/>
    <w:rsid w:val="006D74EA"/>
    <w:rsid w:val="006D7B5A"/>
    <w:rsid w:val="006E036C"/>
    <w:rsid w:val="006E127C"/>
    <w:rsid w:val="006E12A7"/>
    <w:rsid w:val="006E26B0"/>
    <w:rsid w:val="006E41A2"/>
    <w:rsid w:val="006E5362"/>
    <w:rsid w:val="006E6030"/>
    <w:rsid w:val="006E661B"/>
    <w:rsid w:val="006F00DD"/>
    <w:rsid w:val="006F23C4"/>
    <w:rsid w:val="006F3E23"/>
    <w:rsid w:val="006F478C"/>
    <w:rsid w:val="006F4C8A"/>
    <w:rsid w:val="006F578E"/>
    <w:rsid w:val="006F5B27"/>
    <w:rsid w:val="006F7999"/>
    <w:rsid w:val="007029BD"/>
    <w:rsid w:val="00703CCB"/>
    <w:rsid w:val="007064BA"/>
    <w:rsid w:val="00706C6E"/>
    <w:rsid w:val="00710305"/>
    <w:rsid w:val="00711AC5"/>
    <w:rsid w:val="00712202"/>
    <w:rsid w:val="00713DC5"/>
    <w:rsid w:val="00714219"/>
    <w:rsid w:val="00714DF2"/>
    <w:rsid w:val="007166F5"/>
    <w:rsid w:val="00720470"/>
    <w:rsid w:val="00720E43"/>
    <w:rsid w:val="0072145B"/>
    <w:rsid w:val="00722C86"/>
    <w:rsid w:val="00722D91"/>
    <w:rsid w:val="00723481"/>
    <w:rsid w:val="0072356C"/>
    <w:rsid w:val="00727744"/>
    <w:rsid w:val="007305ED"/>
    <w:rsid w:val="00731E4A"/>
    <w:rsid w:val="00733979"/>
    <w:rsid w:val="00733F96"/>
    <w:rsid w:val="00735D66"/>
    <w:rsid w:val="0074034F"/>
    <w:rsid w:val="007416E6"/>
    <w:rsid w:val="00742E55"/>
    <w:rsid w:val="007439E1"/>
    <w:rsid w:val="00743EF1"/>
    <w:rsid w:val="007442B4"/>
    <w:rsid w:val="0074521A"/>
    <w:rsid w:val="00750B63"/>
    <w:rsid w:val="00750C13"/>
    <w:rsid w:val="00751F71"/>
    <w:rsid w:val="00753465"/>
    <w:rsid w:val="0075398A"/>
    <w:rsid w:val="0075793C"/>
    <w:rsid w:val="007626DE"/>
    <w:rsid w:val="0076385E"/>
    <w:rsid w:val="00763A4C"/>
    <w:rsid w:val="0076653E"/>
    <w:rsid w:val="00766F27"/>
    <w:rsid w:val="007745E1"/>
    <w:rsid w:val="0078066F"/>
    <w:rsid w:val="00784E3F"/>
    <w:rsid w:val="007858F0"/>
    <w:rsid w:val="00785BDC"/>
    <w:rsid w:val="007867CE"/>
    <w:rsid w:val="00786C4B"/>
    <w:rsid w:val="00787E64"/>
    <w:rsid w:val="00793B16"/>
    <w:rsid w:val="00794097"/>
    <w:rsid w:val="0079547D"/>
    <w:rsid w:val="00796BD0"/>
    <w:rsid w:val="007A17FF"/>
    <w:rsid w:val="007A1CFC"/>
    <w:rsid w:val="007A2032"/>
    <w:rsid w:val="007A23B4"/>
    <w:rsid w:val="007A3716"/>
    <w:rsid w:val="007A3AD9"/>
    <w:rsid w:val="007A654E"/>
    <w:rsid w:val="007A69DD"/>
    <w:rsid w:val="007A7013"/>
    <w:rsid w:val="007A78E5"/>
    <w:rsid w:val="007B270A"/>
    <w:rsid w:val="007B2BFB"/>
    <w:rsid w:val="007B3121"/>
    <w:rsid w:val="007B477B"/>
    <w:rsid w:val="007C1822"/>
    <w:rsid w:val="007C23C8"/>
    <w:rsid w:val="007C3FF2"/>
    <w:rsid w:val="007C488E"/>
    <w:rsid w:val="007C5959"/>
    <w:rsid w:val="007C635F"/>
    <w:rsid w:val="007C651E"/>
    <w:rsid w:val="007C662A"/>
    <w:rsid w:val="007C6E00"/>
    <w:rsid w:val="007D30DF"/>
    <w:rsid w:val="007D610B"/>
    <w:rsid w:val="007E09F6"/>
    <w:rsid w:val="007E120A"/>
    <w:rsid w:val="007E55CF"/>
    <w:rsid w:val="007E6D2B"/>
    <w:rsid w:val="007F19A9"/>
    <w:rsid w:val="007F38D1"/>
    <w:rsid w:val="007F7405"/>
    <w:rsid w:val="007F751A"/>
    <w:rsid w:val="00801266"/>
    <w:rsid w:val="00801929"/>
    <w:rsid w:val="00801B14"/>
    <w:rsid w:val="008022C2"/>
    <w:rsid w:val="00803C5A"/>
    <w:rsid w:val="00803E67"/>
    <w:rsid w:val="008042A0"/>
    <w:rsid w:val="00804DC5"/>
    <w:rsid w:val="00806857"/>
    <w:rsid w:val="00806953"/>
    <w:rsid w:val="008071AF"/>
    <w:rsid w:val="008079DF"/>
    <w:rsid w:val="00811DD6"/>
    <w:rsid w:val="00811F02"/>
    <w:rsid w:val="00812E5E"/>
    <w:rsid w:val="00817E0E"/>
    <w:rsid w:val="008207A6"/>
    <w:rsid w:val="00821FEE"/>
    <w:rsid w:val="0082289A"/>
    <w:rsid w:val="008247BE"/>
    <w:rsid w:val="00825BFC"/>
    <w:rsid w:val="00825E8F"/>
    <w:rsid w:val="00827694"/>
    <w:rsid w:val="0082769C"/>
    <w:rsid w:val="00830243"/>
    <w:rsid w:val="00831FD0"/>
    <w:rsid w:val="008321F6"/>
    <w:rsid w:val="00834465"/>
    <w:rsid w:val="00837294"/>
    <w:rsid w:val="00840C05"/>
    <w:rsid w:val="00841515"/>
    <w:rsid w:val="008466D6"/>
    <w:rsid w:val="00851AE8"/>
    <w:rsid w:val="00860871"/>
    <w:rsid w:val="008609B8"/>
    <w:rsid w:val="00862D8F"/>
    <w:rsid w:val="008636FD"/>
    <w:rsid w:val="00863EDA"/>
    <w:rsid w:val="008646A6"/>
    <w:rsid w:val="00865804"/>
    <w:rsid w:val="00865F28"/>
    <w:rsid w:val="00870D00"/>
    <w:rsid w:val="008714B5"/>
    <w:rsid w:val="008727A1"/>
    <w:rsid w:val="008729BE"/>
    <w:rsid w:val="00872D5A"/>
    <w:rsid w:val="00873240"/>
    <w:rsid w:val="00873A11"/>
    <w:rsid w:val="00874A3C"/>
    <w:rsid w:val="008756A3"/>
    <w:rsid w:val="008759B0"/>
    <w:rsid w:val="008769E4"/>
    <w:rsid w:val="00877513"/>
    <w:rsid w:val="00877973"/>
    <w:rsid w:val="00880A1B"/>
    <w:rsid w:val="0088281F"/>
    <w:rsid w:val="008862C6"/>
    <w:rsid w:val="00892843"/>
    <w:rsid w:val="008A1221"/>
    <w:rsid w:val="008A12FD"/>
    <w:rsid w:val="008A303B"/>
    <w:rsid w:val="008A3EC4"/>
    <w:rsid w:val="008A4352"/>
    <w:rsid w:val="008A5E3B"/>
    <w:rsid w:val="008A7059"/>
    <w:rsid w:val="008A75ED"/>
    <w:rsid w:val="008B01F9"/>
    <w:rsid w:val="008B0B33"/>
    <w:rsid w:val="008B6B26"/>
    <w:rsid w:val="008B6F16"/>
    <w:rsid w:val="008B7628"/>
    <w:rsid w:val="008B76CE"/>
    <w:rsid w:val="008C0BAE"/>
    <w:rsid w:val="008C1390"/>
    <w:rsid w:val="008C2ECE"/>
    <w:rsid w:val="008C300F"/>
    <w:rsid w:val="008C3086"/>
    <w:rsid w:val="008C64AE"/>
    <w:rsid w:val="008C6D76"/>
    <w:rsid w:val="008C7B89"/>
    <w:rsid w:val="008D0A25"/>
    <w:rsid w:val="008D1CDF"/>
    <w:rsid w:val="008D232C"/>
    <w:rsid w:val="008D2744"/>
    <w:rsid w:val="008D29C5"/>
    <w:rsid w:val="008D6D4D"/>
    <w:rsid w:val="008D7313"/>
    <w:rsid w:val="008D751D"/>
    <w:rsid w:val="008E149A"/>
    <w:rsid w:val="008E1D58"/>
    <w:rsid w:val="008E3840"/>
    <w:rsid w:val="008E4B98"/>
    <w:rsid w:val="008E53D5"/>
    <w:rsid w:val="008E77FB"/>
    <w:rsid w:val="008F1335"/>
    <w:rsid w:val="008F13CF"/>
    <w:rsid w:val="008F3688"/>
    <w:rsid w:val="008F7D47"/>
    <w:rsid w:val="00900637"/>
    <w:rsid w:val="00901EFD"/>
    <w:rsid w:val="0090416D"/>
    <w:rsid w:val="0090448C"/>
    <w:rsid w:val="00905318"/>
    <w:rsid w:val="009060C6"/>
    <w:rsid w:val="00907E8C"/>
    <w:rsid w:val="00911242"/>
    <w:rsid w:val="0091233A"/>
    <w:rsid w:val="009127E3"/>
    <w:rsid w:val="00912978"/>
    <w:rsid w:val="0091420F"/>
    <w:rsid w:val="00916A59"/>
    <w:rsid w:val="00916B69"/>
    <w:rsid w:val="0091716A"/>
    <w:rsid w:val="009174E0"/>
    <w:rsid w:val="00920B5A"/>
    <w:rsid w:val="00922234"/>
    <w:rsid w:val="00923BF9"/>
    <w:rsid w:val="009267A1"/>
    <w:rsid w:val="00927AED"/>
    <w:rsid w:val="00930B8B"/>
    <w:rsid w:val="0093335C"/>
    <w:rsid w:val="0093452F"/>
    <w:rsid w:val="0093569F"/>
    <w:rsid w:val="0094266E"/>
    <w:rsid w:val="00942AB1"/>
    <w:rsid w:val="009442C0"/>
    <w:rsid w:val="00944AD1"/>
    <w:rsid w:val="00945658"/>
    <w:rsid w:val="00946299"/>
    <w:rsid w:val="00946702"/>
    <w:rsid w:val="00947B2A"/>
    <w:rsid w:val="00954C93"/>
    <w:rsid w:val="00956467"/>
    <w:rsid w:val="0095657E"/>
    <w:rsid w:val="009574D2"/>
    <w:rsid w:val="00957A2E"/>
    <w:rsid w:val="00957ACE"/>
    <w:rsid w:val="00961FF4"/>
    <w:rsid w:val="009638D1"/>
    <w:rsid w:val="00965B64"/>
    <w:rsid w:val="00965FB6"/>
    <w:rsid w:val="0097083C"/>
    <w:rsid w:val="00971645"/>
    <w:rsid w:val="00972C0E"/>
    <w:rsid w:val="00973163"/>
    <w:rsid w:val="00973468"/>
    <w:rsid w:val="009766DC"/>
    <w:rsid w:val="00981C06"/>
    <w:rsid w:val="00982319"/>
    <w:rsid w:val="00984B71"/>
    <w:rsid w:val="00993456"/>
    <w:rsid w:val="00994E1F"/>
    <w:rsid w:val="00996279"/>
    <w:rsid w:val="009A1E8B"/>
    <w:rsid w:val="009A2A8C"/>
    <w:rsid w:val="009A49DF"/>
    <w:rsid w:val="009A5391"/>
    <w:rsid w:val="009A5D0E"/>
    <w:rsid w:val="009A6818"/>
    <w:rsid w:val="009A7A83"/>
    <w:rsid w:val="009B4719"/>
    <w:rsid w:val="009B5476"/>
    <w:rsid w:val="009B59C6"/>
    <w:rsid w:val="009B7BFF"/>
    <w:rsid w:val="009C0275"/>
    <w:rsid w:val="009C08D2"/>
    <w:rsid w:val="009C0A65"/>
    <w:rsid w:val="009C0BF4"/>
    <w:rsid w:val="009C1093"/>
    <w:rsid w:val="009C15A8"/>
    <w:rsid w:val="009C178F"/>
    <w:rsid w:val="009C1D9D"/>
    <w:rsid w:val="009C3FBE"/>
    <w:rsid w:val="009C48FD"/>
    <w:rsid w:val="009C58AF"/>
    <w:rsid w:val="009C71ED"/>
    <w:rsid w:val="009D1166"/>
    <w:rsid w:val="009D23B9"/>
    <w:rsid w:val="009D2572"/>
    <w:rsid w:val="009D4AC9"/>
    <w:rsid w:val="009D4E8A"/>
    <w:rsid w:val="009D4F6F"/>
    <w:rsid w:val="009D741A"/>
    <w:rsid w:val="009D7760"/>
    <w:rsid w:val="009E5424"/>
    <w:rsid w:val="009E5F0B"/>
    <w:rsid w:val="009F3F94"/>
    <w:rsid w:val="009F5235"/>
    <w:rsid w:val="009F5E62"/>
    <w:rsid w:val="009F63B9"/>
    <w:rsid w:val="009F6472"/>
    <w:rsid w:val="009F7663"/>
    <w:rsid w:val="00A012AD"/>
    <w:rsid w:val="00A01684"/>
    <w:rsid w:val="00A03028"/>
    <w:rsid w:val="00A03063"/>
    <w:rsid w:val="00A03B78"/>
    <w:rsid w:val="00A03F5F"/>
    <w:rsid w:val="00A041A2"/>
    <w:rsid w:val="00A04C10"/>
    <w:rsid w:val="00A05D7D"/>
    <w:rsid w:val="00A0639A"/>
    <w:rsid w:val="00A06D4D"/>
    <w:rsid w:val="00A10E6D"/>
    <w:rsid w:val="00A11914"/>
    <w:rsid w:val="00A12BBE"/>
    <w:rsid w:val="00A13B04"/>
    <w:rsid w:val="00A1495D"/>
    <w:rsid w:val="00A15C73"/>
    <w:rsid w:val="00A15D36"/>
    <w:rsid w:val="00A165E9"/>
    <w:rsid w:val="00A17339"/>
    <w:rsid w:val="00A205CA"/>
    <w:rsid w:val="00A20D22"/>
    <w:rsid w:val="00A21204"/>
    <w:rsid w:val="00A21379"/>
    <w:rsid w:val="00A22D0D"/>
    <w:rsid w:val="00A24C21"/>
    <w:rsid w:val="00A25363"/>
    <w:rsid w:val="00A261C4"/>
    <w:rsid w:val="00A276C9"/>
    <w:rsid w:val="00A27709"/>
    <w:rsid w:val="00A303C5"/>
    <w:rsid w:val="00A30F9B"/>
    <w:rsid w:val="00A31699"/>
    <w:rsid w:val="00A32E9C"/>
    <w:rsid w:val="00A33E09"/>
    <w:rsid w:val="00A36C4F"/>
    <w:rsid w:val="00A400DC"/>
    <w:rsid w:val="00A401E0"/>
    <w:rsid w:val="00A4483C"/>
    <w:rsid w:val="00A50F34"/>
    <w:rsid w:val="00A50F6D"/>
    <w:rsid w:val="00A51698"/>
    <w:rsid w:val="00A51B67"/>
    <w:rsid w:val="00A51D05"/>
    <w:rsid w:val="00A525A8"/>
    <w:rsid w:val="00A53D3D"/>
    <w:rsid w:val="00A54E26"/>
    <w:rsid w:val="00A55E5A"/>
    <w:rsid w:val="00A57B56"/>
    <w:rsid w:val="00A61A88"/>
    <w:rsid w:val="00A628EF"/>
    <w:rsid w:val="00A63036"/>
    <w:rsid w:val="00A6355A"/>
    <w:rsid w:val="00A6444D"/>
    <w:rsid w:val="00A6467E"/>
    <w:rsid w:val="00A6594D"/>
    <w:rsid w:val="00A70BA7"/>
    <w:rsid w:val="00A71460"/>
    <w:rsid w:val="00A7167F"/>
    <w:rsid w:val="00A72EA2"/>
    <w:rsid w:val="00A744AF"/>
    <w:rsid w:val="00A7648B"/>
    <w:rsid w:val="00A80F5C"/>
    <w:rsid w:val="00A820F2"/>
    <w:rsid w:val="00A82751"/>
    <w:rsid w:val="00A847E1"/>
    <w:rsid w:val="00A86C53"/>
    <w:rsid w:val="00A906F6"/>
    <w:rsid w:val="00A9140D"/>
    <w:rsid w:val="00A92AAA"/>
    <w:rsid w:val="00A94763"/>
    <w:rsid w:val="00A95370"/>
    <w:rsid w:val="00A95C4E"/>
    <w:rsid w:val="00A960D4"/>
    <w:rsid w:val="00AA108C"/>
    <w:rsid w:val="00AA1447"/>
    <w:rsid w:val="00AA365C"/>
    <w:rsid w:val="00AA4454"/>
    <w:rsid w:val="00AA6145"/>
    <w:rsid w:val="00AA6CA2"/>
    <w:rsid w:val="00AA7E94"/>
    <w:rsid w:val="00AB432F"/>
    <w:rsid w:val="00AB4EEC"/>
    <w:rsid w:val="00AB55DE"/>
    <w:rsid w:val="00AB5E8B"/>
    <w:rsid w:val="00AB69F0"/>
    <w:rsid w:val="00AC0391"/>
    <w:rsid w:val="00AC0B8D"/>
    <w:rsid w:val="00AC1A01"/>
    <w:rsid w:val="00AC1EB8"/>
    <w:rsid w:val="00AC1FEB"/>
    <w:rsid w:val="00AC3212"/>
    <w:rsid w:val="00AC604A"/>
    <w:rsid w:val="00AC6985"/>
    <w:rsid w:val="00AC707A"/>
    <w:rsid w:val="00AC7397"/>
    <w:rsid w:val="00AD07B0"/>
    <w:rsid w:val="00AD416D"/>
    <w:rsid w:val="00AD7926"/>
    <w:rsid w:val="00AE00E4"/>
    <w:rsid w:val="00AE1540"/>
    <w:rsid w:val="00AE1AAF"/>
    <w:rsid w:val="00AE2F94"/>
    <w:rsid w:val="00AE4481"/>
    <w:rsid w:val="00AE4B2B"/>
    <w:rsid w:val="00AE5289"/>
    <w:rsid w:val="00AF0CF8"/>
    <w:rsid w:val="00AF1129"/>
    <w:rsid w:val="00AF29A9"/>
    <w:rsid w:val="00AF585B"/>
    <w:rsid w:val="00AF6957"/>
    <w:rsid w:val="00AF6BEF"/>
    <w:rsid w:val="00B01C9C"/>
    <w:rsid w:val="00B035DA"/>
    <w:rsid w:val="00B03D8D"/>
    <w:rsid w:val="00B049AE"/>
    <w:rsid w:val="00B049DD"/>
    <w:rsid w:val="00B04B7D"/>
    <w:rsid w:val="00B1142C"/>
    <w:rsid w:val="00B14C84"/>
    <w:rsid w:val="00B15312"/>
    <w:rsid w:val="00B16431"/>
    <w:rsid w:val="00B17B88"/>
    <w:rsid w:val="00B17DE2"/>
    <w:rsid w:val="00B21F0F"/>
    <w:rsid w:val="00B221EB"/>
    <w:rsid w:val="00B233A2"/>
    <w:rsid w:val="00B23AC4"/>
    <w:rsid w:val="00B247E2"/>
    <w:rsid w:val="00B25D4E"/>
    <w:rsid w:val="00B27EF7"/>
    <w:rsid w:val="00B34A59"/>
    <w:rsid w:val="00B35AFF"/>
    <w:rsid w:val="00B36E4F"/>
    <w:rsid w:val="00B37671"/>
    <w:rsid w:val="00B4296B"/>
    <w:rsid w:val="00B47002"/>
    <w:rsid w:val="00B472E4"/>
    <w:rsid w:val="00B50D83"/>
    <w:rsid w:val="00B51351"/>
    <w:rsid w:val="00B52A4A"/>
    <w:rsid w:val="00B605CF"/>
    <w:rsid w:val="00B62FCD"/>
    <w:rsid w:val="00B646FF"/>
    <w:rsid w:val="00B65974"/>
    <w:rsid w:val="00B65E6A"/>
    <w:rsid w:val="00B67300"/>
    <w:rsid w:val="00B703F6"/>
    <w:rsid w:val="00B70A90"/>
    <w:rsid w:val="00B7159B"/>
    <w:rsid w:val="00B7205B"/>
    <w:rsid w:val="00B735E7"/>
    <w:rsid w:val="00B7547B"/>
    <w:rsid w:val="00B7579A"/>
    <w:rsid w:val="00B759BC"/>
    <w:rsid w:val="00B76410"/>
    <w:rsid w:val="00B82CDB"/>
    <w:rsid w:val="00B831D9"/>
    <w:rsid w:val="00B83DB6"/>
    <w:rsid w:val="00B86070"/>
    <w:rsid w:val="00B8731D"/>
    <w:rsid w:val="00B87B2B"/>
    <w:rsid w:val="00B90E10"/>
    <w:rsid w:val="00B90F41"/>
    <w:rsid w:val="00B917D6"/>
    <w:rsid w:val="00B9343F"/>
    <w:rsid w:val="00B95EFA"/>
    <w:rsid w:val="00BA0E9F"/>
    <w:rsid w:val="00BA1740"/>
    <w:rsid w:val="00BA1F87"/>
    <w:rsid w:val="00BA33CB"/>
    <w:rsid w:val="00BA3C2C"/>
    <w:rsid w:val="00BA4D25"/>
    <w:rsid w:val="00BA6FD3"/>
    <w:rsid w:val="00BA79EE"/>
    <w:rsid w:val="00BA7C28"/>
    <w:rsid w:val="00BB29B2"/>
    <w:rsid w:val="00BB6F48"/>
    <w:rsid w:val="00BB7028"/>
    <w:rsid w:val="00BB706D"/>
    <w:rsid w:val="00BB7E40"/>
    <w:rsid w:val="00BC12BD"/>
    <w:rsid w:val="00BC1E33"/>
    <w:rsid w:val="00BC28C5"/>
    <w:rsid w:val="00BC548A"/>
    <w:rsid w:val="00BC587B"/>
    <w:rsid w:val="00BC60A4"/>
    <w:rsid w:val="00BC642E"/>
    <w:rsid w:val="00BC75F6"/>
    <w:rsid w:val="00BD2F0C"/>
    <w:rsid w:val="00BD6AFE"/>
    <w:rsid w:val="00BE2305"/>
    <w:rsid w:val="00BE464D"/>
    <w:rsid w:val="00BE51BC"/>
    <w:rsid w:val="00BE627B"/>
    <w:rsid w:val="00BE6F8C"/>
    <w:rsid w:val="00BF13C8"/>
    <w:rsid w:val="00BF1B3E"/>
    <w:rsid w:val="00BF36AF"/>
    <w:rsid w:val="00BF393D"/>
    <w:rsid w:val="00BF43E6"/>
    <w:rsid w:val="00BF43F6"/>
    <w:rsid w:val="00BF5F5A"/>
    <w:rsid w:val="00C008C9"/>
    <w:rsid w:val="00C01546"/>
    <w:rsid w:val="00C01F94"/>
    <w:rsid w:val="00C03857"/>
    <w:rsid w:val="00C06240"/>
    <w:rsid w:val="00C0685A"/>
    <w:rsid w:val="00C07D62"/>
    <w:rsid w:val="00C11763"/>
    <w:rsid w:val="00C12A35"/>
    <w:rsid w:val="00C14D02"/>
    <w:rsid w:val="00C152E7"/>
    <w:rsid w:val="00C15385"/>
    <w:rsid w:val="00C201C9"/>
    <w:rsid w:val="00C256BA"/>
    <w:rsid w:val="00C266DC"/>
    <w:rsid w:val="00C30B3A"/>
    <w:rsid w:val="00C314E4"/>
    <w:rsid w:val="00C34E84"/>
    <w:rsid w:val="00C35A97"/>
    <w:rsid w:val="00C35B3D"/>
    <w:rsid w:val="00C36A49"/>
    <w:rsid w:val="00C378CB"/>
    <w:rsid w:val="00C37D52"/>
    <w:rsid w:val="00C37FB9"/>
    <w:rsid w:val="00C418D8"/>
    <w:rsid w:val="00C41FCE"/>
    <w:rsid w:val="00C42AE6"/>
    <w:rsid w:val="00C43DEB"/>
    <w:rsid w:val="00C43F44"/>
    <w:rsid w:val="00C47569"/>
    <w:rsid w:val="00C479D7"/>
    <w:rsid w:val="00C53E66"/>
    <w:rsid w:val="00C62558"/>
    <w:rsid w:val="00C62AC6"/>
    <w:rsid w:val="00C66814"/>
    <w:rsid w:val="00C7107C"/>
    <w:rsid w:val="00C71DEB"/>
    <w:rsid w:val="00C73525"/>
    <w:rsid w:val="00C74C0A"/>
    <w:rsid w:val="00C755B9"/>
    <w:rsid w:val="00C761F1"/>
    <w:rsid w:val="00C767ED"/>
    <w:rsid w:val="00C7739E"/>
    <w:rsid w:val="00C77F91"/>
    <w:rsid w:val="00C81472"/>
    <w:rsid w:val="00C8204C"/>
    <w:rsid w:val="00C83938"/>
    <w:rsid w:val="00C84458"/>
    <w:rsid w:val="00C84CCF"/>
    <w:rsid w:val="00C85974"/>
    <w:rsid w:val="00C90BD1"/>
    <w:rsid w:val="00C94E65"/>
    <w:rsid w:val="00CA0A53"/>
    <w:rsid w:val="00CA2B65"/>
    <w:rsid w:val="00CA4CB9"/>
    <w:rsid w:val="00CA577A"/>
    <w:rsid w:val="00CB0C52"/>
    <w:rsid w:val="00CB10CF"/>
    <w:rsid w:val="00CB1A31"/>
    <w:rsid w:val="00CB1B6C"/>
    <w:rsid w:val="00CB1F0C"/>
    <w:rsid w:val="00CB3325"/>
    <w:rsid w:val="00CB38BC"/>
    <w:rsid w:val="00CB49D8"/>
    <w:rsid w:val="00CB60C1"/>
    <w:rsid w:val="00CC33E0"/>
    <w:rsid w:val="00CC3E7B"/>
    <w:rsid w:val="00CC530D"/>
    <w:rsid w:val="00CC60AA"/>
    <w:rsid w:val="00CC7ECD"/>
    <w:rsid w:val="00CD2973"/>
    <w:rsid w:val="00CD33FE"/>
    <w:rsid w:val="00CD38D4"/>
    <w:rsid w:val="00CD47D4"/>
    <w:rsid w:val="00CE2AEA"/>
    <w:rsid w:val="00CE3663"/>
    <w:rsid w:val="00CE46F4"/>
    <w:rsid w:val="00CE4AD9"/>
    <w:rsid w:val="00CE5DDD"/>
    <w:rsid w:val="00CE6647"/>
    <w:rsid w:val="00CE6DD5"/>
    <w:rsid w:val="00CE6F8E"/>
    <w:rsid w:val="00CF1104"/>
    <w:rsid w:val="00CF22C8"/>
    <w:rsid w:val="00CF3C76"/>
    <w:rsid w:val="00CF457F"/>
    <w:rsid w:val="00CF4E5B"/>
    <w:rsid w:val="00CF5448"/>
    <w:rsid w:val="00CF6E10"/>
    <w:rsid w:val="00CF784E"/>
    <w:rsid w:val="00CF7C5F"/>
    <w:rsid w:val="00D002EA"/>
    <w:rsid w:val="00D0351C"/>
    <w:rsid w:val="00D043EF"/>
    <w:rsid w:val="00D04577"/>
    <w:rsid w:val="00D05559"/>
    <w:rsid w:val="00D05BBB"/>
    <w:rsid w:val="00D05FEB"/>
    <w:rsid w:val="00D0714E"/>
    <w:rsid w:val="00D1028D"/>
    <w:rsid w:val="00D122B9"/>
    <w:rsid w:val="00D13340"/>
    <w:rsid w:val="00D14045"/>
    <w:rsid w:val="00D143FE"/>
    <w:rsid w:val="00D160A3"/>
    <w:rsid w:val="00D1693A"/>
    <w:rsid w:val="00D208E5"/>
    <w:rsid w:val="00D21A26"/>
    <w:rsid w:val="00D23403"/>
    <w:rsid w:val="00D253A6"/>
    <w:rsid w:val="00D25E12"/>
    <w:rsid w:val="00D30717"/>
    <w:rsid w:val="00D30D0C"/>
    <w:rsid w:val="00D371FF"/>
    <w:rsid w:val="00D40C94"/>
    <w:rsid w:val="00D41991"/>
    <w:rsid w:val="00D42537"/>
    <w:rsid w:val="00D435E2"/>
    <w:rsid w:val="00D44510"/>
    <w:rsid w:val="00D4478B"/>
    <w:rsid w:val="00D4494B"/>
    <w:rsid w:val="00D44E25"/>
    <w:rsid w:val="00D46B9D"/>
    <w:rsid w:val="00D5048A"/>
    <w:rsid w:val="00D50AEC"/>
    <w:rsid w:val="00D50DDB"/>
    <w:rsid w:val="00D53E27"/>
    <w:rsid w:val="00D543B5"/>
    <w:rsid w:val="00D559B2"/>
    <w:rsid w:val="00D56C49"/>
    <w:rsid w:val="00D56F23"/>
    <w:rsid w:val="00D57D6B"/>
    <w:rsid w:val="00D61192"/>
    <w:rsid w:val="00D61AA0"/>
    <w:rsid w:val="00D63BFA"/>
    <w:rsid w:val="00D645E0"/>
    <w:rsid w:val="00D65BCF"/>
    <w:rsid w:val="00D7035A"/>
    <w:rsid w:val="00D71EDB"/>
    <w:rsid w:val="00D75537"/>
    <w:rsid w:val="00D75A23"/>
    <w:rsid w:val="00D75E2A"/>
    <w:rsid w:val="00D818E5"/>
    <w:rsid w:val="00D82391"/>
    <w:rsid w:val="00D84825"/>
    <w:rsid w:val="00D84F47"/>
    <w:rsid w:val="00D873A2"/>
    <w:rsid w:val="00D87BA3"/>
    <w:rsid w:val="00D90DBD"/>
    <w:rsid w:val="00D91708"/>
    <w:rsid w:val="00D92529"/>
    <w:rsid w:val="00D92E93"/>
    <w:rsid w:val="00D94D7F"/>
    <w:rsid w:val="00D959CC"/>
    <w:rsid w:val="00D96281"/>
    <w:rsid w:val="00DA1213"/>
    <w:rsid w:val="00DA48BF"/>
    <w:rsid w:val="00DA496B"/>
    <w:rsid w:val="00DA6DB9"/>
    <w:rsid w:val="00DB0A81"/>
    <w:rsid w:val="00DB1D81"/>
    <w:rsid w:val="00DB2494"/>
    <w:rsid w:val="00DB2654"/>
    <w:rsid w:val="00DB2BF6"/>
    <w:rsid w:val="00DB3514"/>
    <w:rsid w:val="00DB40C7"/>
    <w:rsid w:val="00DB44F8"/>
    <w:rsid w:val="00DB4DD9"/>
    <w:rsid w:val="00DB6710"/>
    <w:rsid w:val="00DB78A0"/>
    <w:rsid w:val="00DC4039"/>
    <w:rsid w:val="00DC5A35"/>
    <w:rsid w:val="00DC68E6"/>
    <w:rsid w:val="00DD1515"/>
    <w:rsid w:val="00DD2BF6"/>
    <w:rsid w:val="00DD310D"/>
    <w:rsid w:val="00DD4329"/>
    <w:rsid w:val="00DD703B"/>
    <w:rsid w:val="00DD7040"/>
    <w:rsid w:val="00DE034B"/>
    <w:rsid w:val="00DE09B0"/>
    <w:rsid w:val="00DE17BA"/>
    <w:rsid w:val="00DE18BA"/>
    <w:rsid w:val="00DE5744"/>
    <w:rsid w:val="00DE5D5D"/>
    <w:rsid w:val="00DE5F32"/>
    <w:rsid w:val="00DE6B58"/>
    <w:rsid w:val="00DE7A31"/>
    <w:rsid w:val="00DF056C"/>
    <w:rsid w:val="00DF178D"/>
    <w:rsid w:val="00DF3554"/>
    <w:rsid w:val="00DF3D3A"/>
    <w:rsid w:val="00DF6AE0"/>
    <w:rsid w:val="00E01DFA"/>
    <w:rsid w:val="00E02E07"/>
    <w:rsid w:val="00E03769"/>
    <w:rsid w:val="00E03C0A"/>
    <w:rsid w:val="00E03F23"/>
    <w:rsid w:val="00E040C6"/>
    <w:rsid w:val="00E04B1C"/>
    <w:rsid w:val="00E05509"/>
    <w:rsid w:val="00E05788"/>
    <w:rsid w:val="00E05D6D"/>
    <w:rsid w:val="00E10828"/>
    <w:rsid w:val="00E11164"/>
    <w:rsid w:val="00E12605"/>
    <w:rsid w:val="00E1445F"/>
    <w:rsid w:val="00E153F2"/>
    <w:rsid w:val="00E155AD"/>
    <w:rsid w:val="00E15855"/>
    <w:rsid w:val="00E16BFE"/>
    <w:rsid w:val="00E214E5"/>
    <w:rsid w:val="00E21700"/>
    <w:rsid w:val="00E25ED1"/>
    <w:rsid w:val="00E261AB"/>
    <w:rsid w:val="00E31634"/>
    <w:rsid w:val="00E32125"/>
    <w:rsid w:val="00E3292D"/>
    <w:rsid w:val="00E3334F"/>
    <w:rsid w:val="00E340AB"/>
    <w:rsid w:val="00E34FE3"/>
    <w:rsid w:val="00E3509A"/>
    <w:rsid w:val="00E358DA"/>
    <w:rsid w:val="00E3664A"/>
    <w:rsid w:val="00E373FC"/>
    <w:rsid w:val="00E40C8F"/>
    <w:rsid w:val="00E42D4A"/>
    <w:rsid w:val="00E46449"/>
    <w:rsid w:val="00E50C5E"/>
    <w:rsid w:val="00E52BC6"/>
    <w:rsid w:val="00E5357F"/>
    <w:rsid w:val="00E53751"/>
    <w:rsid w:val="00E57D00"/>
    <w:rsid w:val="00E626AB"/>
    <w:rsid w:val="00E64A48"/>
    <w:rsid w:val="00E7428A"/>
    <w:rsid w:val="00E75BAC"/>
    <w:rsid w:val="00E75D13"/>
    <w:rsid w:val="00E768B5"/>
    <w:rsid w:val="00E77499"/>
    <w:rsid w:val="00E8013F"/>
    <w:rsid w:val="00E80BC9"/>
    <w:rsid w:val="00E80F68"/>
    <w:rsid w:val="00E82C5B"/>
    <w:rsid w:val="00E82FB6"/>
    <w:rsid w:val="00E83D80"/>
    <w:rsid w:val="00E86756"/>
    <w:rsid w:val="00E90CDA"/>
    <w:rsid w:val="00E91CAF"/>
    <w:rsid w:val="00E928D1"/>
    <w:rsid w:val="00E95749"/>
    <w:rsid w:val="00E957A8"/>
    <w:rsid w:val="00E95E6A"/>
    <w:rsid w:val="00E95F98"/>
    <w:rsid w:val="00E965C0"/>
    <w:rsid w:val="00E96B78"/>
    <w:rsid w:val="00E973ED"/>
    <w:rsid w:val="00EA07B2"/>
    <w:rsid w:val="00EA546B"/>
    <w:rsid w:val="00EA717B"/>
    <w:rsid w:val="00EB0D31"/>
    <w:rsid w:val="00EB1117"/>
    <w:rsid w:val="00EB317C"/>
    <w:rsid w:val="00EB4026"/>
    <w:rsid w:val="00EB5684"/>
    <w:rsid w:val="00EB5740"/>
    <w:rsid w:val="00EB5743"/>
    <w:rsid w:val="00EB6EF4"/>
    <w:rsid w:val="00EC02D8"/>
    <w:rsid w:val="00EC09D1"/>
    <w:rsid w:val="00EC19D9"/>
    <w:rsid w:val="00EC23A3"/>
    <w:rsid w:val="00EC24F2"/>
    <w:rsid w:val="00ED1142"/>
    <w:rsid w:val="00ED286C"/>
    <w:rsid w:val="00ED525A"/>
    <w:rsid w:val="00ED6F2B"/>
    <w:rsid w:val="00EE2EBA"/>
    <w:rsid w:val="00EE3649"/>
    <w:rsid w:val="00EE37E6"/>
    <w:rsid w:val="00EE4D49"/>
    <w:rsid w:val="00EE504B"/>
    <w:rsid w:val="00EE5D0E"/>
    <w:rsid w:val="00EE65F4"/>
    <w:rsid w:val="00EE6B1E"/>
    <w:rsid w:val="00EF0003"/>
    <w:rsid w:val="00EF0755"/>
    <w:rsid w:val="00EF36AA"/>
    <w:rsid w:val="00EF5AF3"/>
    <w:rsid w:val="00EF642D"/>
    <w:rsid w:val="00F02305"/>
    <w:rsid w:val="00F02B0C"/>
    <w:rsid w:val="00F035E6"/>
    <w:rsid w:val="00F06029"/>
    <w:rsid w:val="00F06EC9"/>
    <w:rsid w:val="00F07AB4"/>
    <w:rsid w:val="00F11225"/>
    <w:rsid w:val="00F11439"/>
    <w:rsid w:val="00F1312B"/>
    <w:rsid w:val="00F154D2"/>
    <w:rsid w:val="00F15EC8"/>
    <w:rsid w:val="00F1747D"/>
    <w:rsid w:val="00F20B98"/>
    <w:rsid w:val="00F20DBB"/>
    <w:rsid w:val="00F2183E"/>
    <w:rsid w:val="00F2399B"/>
    <w:rsid w:val="00F24DA2"/>
    <w:rsid w:val="00F32C1F"/>
    <w:rsid w:val="00F32EA0"/>
    <w:rsid w:val="00F35549"/>
    <w:rsid w:val="00F43C18"/>
    <w:rsid w:val="00F45218"/>
    <w:rsid w:val="00F45BEB"/>
    <w:rsid w:val="00F4786F"/>
    <w:rsid w:val="00F51B0D"/>
    <w:rsid w:val="00F53803"/>
    <w:rsid w:val="00F53833"/>
    <w:rsid w:val="00F53A17"/>
    <w:rsid w:val="00F54C42"/>
    <w:rsid w:val="00F554CB"/>
    <w:rsid w:val="00F55724"/>
    <w:rsid w:val="00F60278"/>
    <w:rsid w:val="00F607D0"/>
    <w:rsid w:val="00F64F94"/>
    <w:rsid w:val="00F66206"/>
    <w:rsid w:val="00F66F39"/>
    <w:rsid w:val="00F66FC2"/>
    <w:rsid w:val="00F67079"/>
    <w:rsid w:val="00F67BA4"/>
    <w:rsid w:val="00F7005B"/>
    <w:rsid w:val="00F70601"/>
    <w:rsid w:val="00F70A6D"/>
    <w:rsid w:val="00F70CDE"/>
    <w:rsid w:val="00F70F25"/>
    <w:rsid w:val="00F71207"/>
    <w:rsid w:val="00F7214C"/>
    <w:rsid w:val="00F73244"/>
    <w:rsid w:val="00F734D5"/>
    <w:rsid w:val="00F743BA"/>
    <w:rsid w:val="00F74CF9"/>
    <w:rsid w:val="00F74D31"/>
    <w:rsid w:val="00F754AF"/>
    <w:rsid w:val="00F7776E"/>
    <w:rsid w:val="00F8157D"/>
    <w:rsid w:val="00F82F9E"/>
    <w:rsid w:val="00F838E6"/>
    <w:rsid w:val="00F847F7"/>
    <w:rsid w:val="00F8598E"/>
    <w:rsid w:val="00F937B8"/>
    <w:rsid w:val="00F9460D"/>
    <w:rsid w:val="00F94C82"/>
    <w:rsid w:val="00F94EE1"/>
    <w:rsid w:val="00F95F22"/>
    <w:rsid w:val="00FA1F80"/>
    <w:rsid w:val="00FA47BE"/>
    <w:rsid w:val="00FA73E2"/>
    <w:rsid w:val="00FB0817"/>
    <w:rsid w:val="00FB2C12"/>
    <w:rsid w:val="00FB372D"/>
    <w:rsid w:val="00FB3A97"/>
    <w:rsid w:val="00FB4B1E"/>
    <w:rsid w:val="00FB68A4"/>
    <w:rsid w:val="00FC10CC"/>
    <w:rsid w:val="00FC134A"/>
    <w:rsid w:val="00FC233A"/>
    <w:rsid w:val="00FC380A"/>
    <w:rsid w:val="00FC6A9D"/>
    <w:rsid w:val="00FC7557"/>
    <w:rsid w:val="00FD1440"/>
    <w:rsid w:val="00FD3888"/>
    <w:rsid w:val="00FD5BCF"/>
    <w:rsid w:val="00FE07B4"/>
    <w:rsid w:val="00FE27E4"/>
    <w:rsid w:val="00FE3A08"/>
    <w:rsid w:val="00FE4C29"/>
    <w:rsid w:val="00FE4E39"/>
    <w:rsid w:val="00FE58F2"/>
    <w:rsid w:val="00FE6061"/>
    <w:rsid w:val="00FF04F6"/>
    <w:rsid w:val="00FF0886"/>
    <w:rsid w:val="00FF136A"/>
    <w:rsid w:val="00FF2D1E"/>
    <w:rsid w:val="00FF2F2E"/>
    <w:rsid w:val="00FF469A"/>
    <w:rsid w:val="00FF4E3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BFC"/>
    <w:pPr>
      <w:jc w:val="both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next w:val="2"/>
    <w:link w:val="11"/>
    <w:uiPriority w:val="9"/>
    <w:qFormat/>
    <w:rsid w:val="00322AA1"/>
    <w:pPr>
      <w:keepNext/>
      <w:numPr>
        <w:numId w:val="4"/>
      </w:numPr>
      <w:spacing w:before="240" w:after="120"/>
      <w:outlineLvl w:val="0"/>
    </w:pPr>
    <w:rPr>
      <w:rFonts w:ascii="Times New Roman" w:eastAsia="Times New Roman" w:hAnsi="Times New Roman"/>
      <w:b/>
      <w:sz w:val="24"/>
      <w:szCs w:val="24"/>
      <w:lang w:eastAsia="en-US"/>
    </w:rPr>
  </w:style>
  <w:style w:type="paragraph" w:styleId="2">
    <w:name w:val="heading 2"/>
    <w:aliases w:val="2,Заголовок 2 Знак1,2 Знак,H2,h2,Б2,RTC,iz2,H2 Знак,Заголовок 21,Numbered text 3,HD2,Heading 2 Hidden,Раздел Знак,Заголовок 2 Знак Знак,Level 2 Topic Heading,H21,Major,CHS,H2-Heading 2,l2,Header2,22,heading2,list2"/>
    <w:next w:val="3"/>
    <w:link w:val="20"/>
    <w:uiPriority w:val="9"/>
    <w:unhideWhenUsed/>
    <w:qFormat/>
    <w:rsid w:val="00322AA1"/>
    <w:pPr>
      <w:numPr>
        <w:ilvl w:val="1"/>
        <w:numId w:val="4"/>
      </w:numPr>
      <w:tabs>
        <w:tab w:val="left" w:pos="1276"/>
      </w:tabs>
      <w:jc w:val="both"/>
      <w:outlineLvl w:val="1"/>
    </w:pPr>
    <w:rPr>
      <w:rFonts w:ascii="Times New Roman" w:eastAsia="Times New Roman" w:hAnsi="Times New Roman"/>
      <w:bCs/>
      <w:sz w:val="24"/>
      <w:szCs w:val="24"/>
      <w:lang w:eastAsia="en-US"/>
    </w:rPr>
  </w:style>
  <w:style w:type="paragraph" w:styleId="3">
    <w:name w:val="heading 3"/>
    <w:aliases w:val="H3"/>
    <w:next w:val="4"/>
    <w:link w:val="30"/>
    <w:uiPriority w:val="9"/>
    <w:unhideWhenUsed/>
    <w:qFormat/>
    <w:rsid w:val="00322AA1"/>
    <w:pPr>
      <w:numPr>
        <w:ilvl w:val="2"/>
        <w:numId w:val="4"/>
      </w:numPr>
      <w:jc w:val="both"/>
      <w:outlineLvl w:val="2"/>
    </w:pPr>
    <w:rPr>
      <w:rFonts w:ascii="Times New Roman" w:eastAsia="Times New Roman" w:hAnsi="Times New Roman"/>
      <w:bCs/>
      <w:sz w:val="24"/>
      <w:szCs w:val="24"/>
      <w:lang w:eastAsia="en-US"/>
    </w:rPr>
  </w:style>
  <w:style w:type="paragraph" w:styleId="4">
    <w:name w:val="heading 4"/>
    <w:aliases w:val="H4"/>
    <w:next w:val="5"/>
    <w:link w:val="40"/>
    <w:uiPriority w:val="9"/>
    <w:unhideWhenUsed/>
    <w:qFormat/>
    <w:rsid w:val="00322AA1"/>
    <w:pPr>
      <w:numPr>
        <w:ilvl w:val="3"/>
        <w:numId w:val="4"/>
      </w:numPr>
      <w:tabs>
        <w:tab w:val="clear" w:pos="1791"/>
        <w:tab w:val="num" w:pos="1701"/>
      </w:tabs>
      <w:ind w:left="1701" w:hanging="425"/>
      <w:jc w:val="both"/>
      <w:outlineLvl w:val="3"/>
    </w:pPr>
    <w:rPr>
      <w:rFonts w:ascii="Times New Roman" w:eastAsia="Times New Roman" w:hAnsi="Times New Roman"/>
      <w:bCs/>
      <w:iCs/>
      <w:sz w:val="24"/>
      <w:szCs w:val="24"/>
      <w:lang w:eastAsia="en-US"/>
    </w:rPr>
  </w:style>
  <w:style w:type="paragraph" w:styleId="5">
    <w:name w:val="heading 5"/>
    <w:aliases w:val="H5"/>
    <w:next w:val="6"/>
    <w:link w:val="50"/>
    <w:uiPriority w:val="9"/>
    <w:unhideWhenUsed/>
    <w:qFormat/>
    <w:rsid w:val="00322AA1"/>
    <w:pPr>
      <w:numPr>
        <w:ilvl w:val="4"/>
        <w:numId w:val="4"/>
      </w:numPr>
      <w:tabs>
        <w:tab w:val="left" w:pos="113"/>
        <w:tab w:val="left" w:pos="227"/>
      </w:tabs>
      <w:spacing w:before="60" w:after="60"/>
      <w:jc w:val="both"/>
      <w:outlineLvl w:val="4"/>
    </w:pPr>
    <w:rPr>
      <w:rFonts w:ascii="Georgia" w:eastAsia="Times New Roman" w:hAnsi="Georgia"/>
      <w:sz w:val="22"/>
      <w:lang w:eastAsia="en-US"/>
    </w:rPr>
  </w:style>
  <w:style w:type="paragraph" w:styleId="6">
    <w:name w:val="heading 6"/>
    <w:basedOn w:val="5"/>
    <w:next w:val="7"/>
    <w:link w:val="60"/>
    <w:uiPriority w:val="9"/>
    <w:unhideWhenUsed/>
    <w:qFormat/>
    <w:rsid w:val="00322AA1"/>
    <w:pPr>
      <w:outlineLvl w:val="5"/>
    </w:pPr>
  </w:style>
  <w:style w:type="paragraph" w:styleId="7">
    <w:name w:val="heading 7"/>
    <w:next w:val="8"/>
    <w:link w:val="70"/>
    <w:uiPriority w:val="9"/>
    <w:unhideWhenUsed/>
    <w:qFormat/>
    <w:rsid w:val="00322AA1"/>
    <w:pPr>
      <w:numPr>
        <w:ilvl w:val="6"/>
        <w:numId w:val="4"/>
      </w:numPr>
      <w:spacing w:before="120" w:after="120"/>
      <w:jc w:val="both"/>
      <w:outlineLvl w:val="6"/>
    </w:pPr>
    <w:rPr>
      <w:rFonts w:ascii="Times New Roman" w:eastAsia="Times New Roman" w:hAnsi="Times New Roman"/>
      <w:iCs/>
      <w:sz w:val="22"/>
      <w:szCs w:val="22"/>
      <w:lang w:eastAsia="en-US"/>
    </w:rPr>
  </w:style>
  <w:style w:type="paragraph" w:styleId="8">
    <w:name w:val="heading 8"/>
    <w:next w:val="a"/>
    <w:link w:val="80"/>
    <w:uiPriority w:val="9"/>
    <w:unhideWhenUsed/>
    <w:qFormat/>
    <w:rsid w:val="00322AA1"/>
    <w:pPr>
      <w:keepNext/>
      <w:keepLines/>
      <w:numPr>
        <w:ilvl w:val="7"/>
        <w:numId w:val="4"/>
      </w:numPr>
      <w:spacing w:before="200"/>
      <w:jc w:val="both"/>
      <w:outlineLvl w:val="7"/>
    </w:pPr>
    <w:rPr>
      <w:rFonts w:ascii="Times New Roman" w:eastAsia="Times New Roman" w:hAnsi="Times New Roman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B472E4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uiPriority w:val="9"/>
    <w:rsid w:val="00492D9F"/>
    <w:rPr>
      <w:rFonts w:ascii="Times New Roman" w:eastAsia="Times New Roman" w:hAnsi="Times New Roman"/>
      <w:b/>
      <w:sz w:val="24"/>
      <w:szCs w:val="24"/>
      <w:lang w:eastAsia="en-US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,H21 Знак,Major Знак"/>
    <w:link w:val="2"/>
    <w:uiPriority w:val="9"/>
    <w:rsid w:val="00B605CF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30">
    <w:name w:val="Заголовок 3 Знак"/>
    <w:aliases w:val="H3 Знак"/>
    <w:link w:val="3"/>
    <w:uiPriority w:val="9"/>
    <w:rsid w:val="0059533D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40">
    <w:name w:val="Заголовок 4 Знак"/>
    <w:aliases w:val="H4 Знак"/>
    <w:link w:val="4"/>
    <w:uiPriority w:val="9"/>
    <w:rsid w:val="00FC134A"/>
    <w:rPr>
      <w:rFonts w:ascii="Times New Roman" w:eastAsia="Times New Roman" w:hAnsi="Times New Roman"/>
      <w:bCs/>
      <w:iCs/>
      <w:sz w:val="24"/>
      <w:szCs w:val="24"/>
      <w:lang w:eastAsia="en-US"/>
    </w:rPr>
  </w:style>
  <w:style w:type="character" w:customStyle="1" w:styleId="50">
    <w:name w:val="Заголовок 5 Знак"/>
    <w:aliases w:val="H5 Знак"/>
    <w:link w:val="5"/>
    <w:uiPriority w:val="9"/>
    <w:rsid w:val="00BF43E6"/>
    <w:rPr>
      <w:rFonts w:ascii="Georgia" w:eastAsia="Times New Roman" w:hAnsi="Georgia"/>
      <w:sz w:val="22"/>
      <w:lang w:eastAsia="en-US"/>
    </w:rPr>
  </w:style>
  <w:style w:type="character" w:customStyle="1" w:styleId="60">
    <w:name w:val="Заголовок 6 Знак"/>
    <w:link w:val="6"/>
    <w:uiPriority w:val="9"/>
    <w:rsid w:val="00BF43E6"/>
    <w:rPr>
      <w:rFonts w:ascii="Georgia" w:eastAsia="Times New Roman" w:hAnsi="Georgia"/>
      <w:sz w:val="22"/>
      <w:lang w:eastAsia="en-US"/>
    </w:rPr>
  </w:style>
  <w:style w:type="character" w:customStyle="1" w:styleId="70">
    <w:name w:val="Заголовок 7 Знак"/>
    <w:link w:val="7"/>
    <w:uiPriority w:val="9"/>
    <w:rsid w:val="006E26B0"/>
    <w:rPr>
      <w:rFonts w:ascii="Times New Roman" w:eastAsia="Times New Roman" w:hAnsi="Times New Roman"/>
      <w:iCs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8775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7513"/>
  </w:style>
  <w:style w:type="paragraph" w:styleId="a5">
    <w:name w:val="footer"/>
    <w:basedOn w:val="a"/>
    <w:link w:val="a6"/>
    <w:uiPriority w:val="99"/>
    <w:unhideWhenUsed/>
    <w:rsid w:val="008775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7513"/>
  </w:style>
  <w:style w:type="paragraph" w:styleId="a7">
    <w:name w:val="Balloon Text"/>
    <w:basedOn w:val="a"/>
    <w:link w:val="a8"/>
    <w:uiPriority w:val="99"/>
    <w:semiHidden/>
    <w:unhideWhenUsed/>
    <w:rsid w:val="008775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77513"/>
    <w:rPr>
      <w:rFonts w:ascii="Tahoma" w:hAnsi="Tahoma" w:cs="Tahoma"/>
      <w:sz w:val="16"/>
      <w:szCs w:val="16"/>
    </w:rPr>
  </w:style>
  <w:style w:type="paragraph" w:customStyle="1" w:styleId="Parties">
    <w:name w:val="Parties"/>
    <w:basedOn w:val="a9"/>
    <w:next w:val="a9"/>
    <w:rsid w:val="007A69DD"/>
    <w:pPr>
      <w:numPr>
        <w:numId w:val="1"/>
      </w:numPr>
      <w:spacing w:before="120"/>
    </w:pPr>
    <w:rPr>
      <w:rFonts w:eastAsia="MS Mincho"/>
      <w:szCs w:val="20"/>
      <w:lang w:val="en-GB"/>
    </w:rPr>
  </w:style>
  <w:style w:type="paragraph" w:customStyle="1" w:styleId="Recitals">
    <w:name w:val="Recitals"/>
    <w:basedOn w:val="a9"/>
    <w:next w:val="a9"/>
    <w:rsid w:val="007A69DD"/>
    <w:pPr>
      <w:numPr>
        <w:numId w:val="2"/>
      </w:numPr>
      <w:spacing w:before="120"/>
    </w:pPr>
    <w:rPr>
      <w:rFonts w:eastAsia="MS Mincho"/>
      <w:szCs w:val="20"/>
      <w:lang w:val="en-GB"/>
    </w:rPr>
  </w:style>
  <w:style w:type="paragraph" w:customStyle="1" w:styleId="aa">
    <w:name w:val="Все прописные + жирный"/>
    <w:basedOn w:val="a9"/>
    <w:rsid w:val="00E3509A"/>
    <w:pPr>
      <w:spacing w:after="220"/>
    </w:pPr>
    <w:rPr>
      <w:rFonts w:eastAsia="MS Mincho"/>
      <w:b/>
      <w:caps/>
      <w:szCs w:val="20"/>
      <w:lang w:val="en-GB"/>
    </w:rPr>
  </w:style>
  <w:style w:type="paragraph" w:styleId="a9">
    <w:name w:val="Body Text"/>
    <w:basedOn w:val="a"/>
    <w:link w:val="ab"/>
    <w:unhideWhenUsed/>
    <w:qFormat/>
    <w:rsid w:val="00E3509A"/>
    <w:pPr>
      <w:spacing w:after="120"/>
    </w:pPr>
  </w:style>
  <w:style w:type="character" w:customStyle="1" w:styleId="ab">
    <w:name w:val="Основной текст Знак"/>
    <w:basedOn w:val="a0"/>
    <w:link w:val="a9"/>
    <w:rsid w:val="00E3509A"/>
  </w:style>
  <w:style w:type="numbering" w:customStyle="1" w:styleId="10">
    <w:name w:val="Стиль1"/>
    <w:basedOn w:val="a2"/>
    <w:uiPriority w:val="99"/>
    <w:rsid w:val="007745E1"/>
    <w:pPr>
      <w:numPr>
        <w:numId w:val="3"/>
      </w:numPr>
    </w:pPr>
  </w:style>
  <w:style w:type="character" w:customStyle="1" w:styleId="80">
    <w:name w:val="Заголовок 8 Знак"/>
    <w:link w:val="8"/>
    <w:uiPriority w:val="9"/>
    <w:rsid w:val="006E26B0"/>
    <w:rPr>
      <w:rFonts w:ascii="Times New Roman" w:eastAsia="Times New Roman" w:hAnsi="Times New Roman"/>
      <w:lang w:eastAsia="en-US"/>
    </w:rPr>
  </w:style>
  <w:style w:type="numbering" w:customStyle="1" w:styleId="22">
    <w:name w:val="Стиль2"/>
    <w:basedOn w:val="10"/>
    <w:uiPriority w:val="99"/>
    <w:rsid w:val="009C3FBE"/>
    <w:pPr>
      <w:numPr>
        <w:numId w:val="3"/>
      </w:numPr>
    </w:pPr>
  </w:style>
  <w:style w:type="character" w:customStyle="1" w:styleId="90">
    <w:name w:val="Заголовок 9 Знак"/>
    <w:link w:val="9"/>
    <w:uiPriority w:val="9"/>
    <w:rsid w:val="00B472E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Roman3">
    <w:name w:val="Roman 3"/>
    <w:basedOn w:val="31"/>
    <w:rsid w:val="007A69DD"/>
    <w:pPr>
      <w:numPr>
        <w:numId w:val="5"/>
      </w:numPr>
      <w:tabs>
        <w:tab w:val="clear" w:pos="2160"/>
        <w:tab w:val="num" w:pos="720"/>
      </w:tabs>
      <w:spacing w:before="120"/>
      <w:ind w:left="720"/>
    </w:pPr>
    <w:rPr>
      <w:rFonts w:eastAsia="MS Mincho"/>
      <w:sz w:val="22"/>
      <w:szCs w:val="20"/>
      <w:lang w:val="en-GB"/>
    </w:rPr>
  </w:style>
  <w:style w:type="paragraph" w:customStyle="1" w:styleId="Arabic2">
    <w:name w:val="Arabic 2"/>
    <w:basedOn w:val="23"/>
    <w:rsid w:val="007A69DD"/>
    <w:pPr>
      <w:numPr>
        <w:numId w:val="6"/>
      </w:numPr>
      <w:tabs>
        <w:tab w:val="clear" w:pos="1440"/>
        <w:tab w:val="num" w:pos="360"/>
      </w:tabs>
      <w:spacing w:before="120" w:line="240" w:lineRule="auto"/>
      <w:ind w:left="0" w:firstLine="0"/>
    </w:pPr>
    <w:rPr>
      <w:rFonts w:eastAsia="MS Mincho"/>
      <w:szCs w:val="20"/>
      <w:lang w:val="en-GB"/>
    </w:rPr>
  </w:style>
  <w:style w:type="paragraph" w:styleId="31">
    <w:name w:val="Body Text 3"/>
    <w:basedOn w:val="a"/>
    <w:link w:val="32"/>
    <w:uiPriority w:val="99"/>
    <w:semiHidden/>
    <w:unhideWhenUsed/>
    <w:rsid w:val="00A6594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A6594D"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unhideWhenUsed/>
    <w:rsid w:val="00A6594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6594D"/>
  </w:style>
  <w:style w:type="paragraph" w:customStyle="1" w:styleId="LBScheduleHeading">
    <w:name w:val="LB Schedule Heading"/>
    <w:basedOn w:val="a9"/>
    <w:next w:val="a"/>
    <w:uiPriority w:val="99"/>
    <w:rsid w:val="007A69DD"/>
    <w:pPr>
      <w:keepNext/>
      <w:pageBreakBefore/>
      <w:spacing w:before="120"/>
      <w:jc w:val="center"/>
    </w:pPr>
    <w:rPr>
      <w:rFonts w:eastAsia="MS Mincho"/>
      <w:b/>
      <w:caps/>
      <w:szCs w:val="20"/>
      <w:lang w:val="en-GB"/>
    </w:rPr>
  </w:style>
  <w:style w:type="paragraph" w:customStyle="1" w:styleId="LBScheduleSubheading">
    <w:name w:val="LB Schedule Subheading"/>
    <w:basedOn w:val="a9"/>
    <w:next w:val="a"/>
    <w:rsid w:val="007A69DD"/>
    <w:pPr>
      <w:keepNext/>
      <w:spacing w:before="120"/>
      <w:jc w:val="center"/>
    </w:pPr>
    <w:rPr>
      <w:rFonts w:eastAsia="MS Mincho"/>
      <w:b/>
      <w:szCs w:val="20"/>
      <w:lang w:val="en-GB"/>
    </w:rPr>
  </w:style>
  <w:style w:type="paragraph" w:customStyle="1" w:styleId="LBSchedulePart">
    <w:name w:val="LB Schedule Part"/>
    <w:basedOn w:val="a9"/>
    <w:next w:val="a9"/>
    <w:rsid w:val="007A69DD"/>
    <w:pPr>
      <w:keepNext/>
      <w:spacing w:before="120"/>
      <w:jc w:val="center"/>
    </w:pPr>
    <w:rPr>
      <w:rFonts w:eastAsia="MS Mincho"/>
      <w:b/>
      <w:szCs w:val="20"/>
      <w:lang w:val="en-GB"/>
    </w:rPr>
  </w:style>
  <w:style w:type="paragraph" w:customStyle="1" w:styleId="ScheduleFive">
    <w:name w:val="Schedule Five"/>
    <w:basedOn w:val="a9"/>
    <w:next w:val="a9"/>
    <w:rsid w:val="00CC530D"/>
    <w:pPr>
      <w:numPr>
        <w:ilvl w:val="4"/>
        <w:numId w:val="7"/>
      </w:numPr>
      <w:spacing w:after="220"/>
    </w:pPr>
    <w:rPr>
      <w:rFonts w:eastAsia="MS Mincho"/>
      <w:szCs w:val="20"/>
      <w:lang w:val="en-GB"/>
    </w:rPr>
  </w:style>
  <w:style w:type="paragraph" w:customStyle="1" w:styleId="ScheduleFour">
    <w:name w:val="Schedule Four"/>
    <w:basedOn w:val="a9"/>
    <w:next w:val="a9"/>
    <w:rsid w:val="00CC530D"/>
    <w:pPr>
      <w:numPr>
        <w:ilvl w:val="3"/>
        <w:numId w:val="7"/>
      </w:numPr>
      <w:spacing w:after="220"/>
    </w:pPr>
    <w:rPr>
      <w:rFonts w:eastAsia="MS Mincho"/>
      <w:szCs w:val="20"/>
      <w:lang w:val="en-GB"/>
    </w:rPr>
  </w:style>
  <w:style w:type="paragraph" w:customStyle="1" w:styleId="LBSchedule1">
    <w:name w:val="LB Schedule 1"/>
    <w:basedOn w:val="a9"/>
    <w:next w:val="LBSchedule2"/>
    <w:uiPriority w:val="1"/>
    <w:rsid w:val="007A69DD"/>
    <w:pPr>
      <w:numPr>
        <w:numId w:val="7"/>
      </w:numPr>
      <w:spacing w:before="120"/>
    </w:pPr>
    <w:rPr>
      <w:rFonts w:eastAsia="MS Mincho"/>
      <w:bCs/>
      <w:szCs w:val="20"/>
      <w:lang w:val="en-GB"/>
    </w:rPr>
  </w:style>
  <w:style w:type="paragraph" w:customStyle="1" w:styleId="LBSchedule3">
    <w:name w:val="LB Schedule 3"/>
    <w:basedOn w:val="a9"/>
    <w:uiPriority w:val="1"/>
    <w:rsid w:val="007A69DD"/>
    <w:pPr>
      <w:numPr>
        <w:ilvl w:val="2"/>
        <w:numId w:val="7"/>
      </w:numPr>
      <w:spacing w:before="120"/>
    </w:pPr>
    <w:rPr>
      <w:rFonts w:eastAsia="MS Mincho"/>
      <w:szCs w:val="20"/>
      <w:lang w:val="en-GB"/>
    </w:rPr>
  </w:style>
  <w:style w:type="paragraph" w:customStyle="1" w:styleId="LBSchedule2">
    <w:name w:val="LB Schedule 2"/>
    <w:basedOn w:val="a9"/>
    <w:next w:val="LBSchedule3"/>
    <w:uiPriority w:val="1"/>
    <w:rsid w:val="007A69DD"/>
    <w:pPr>
      <w:numPr>
        <w:ilvl w:val="1"/>
        <w:numId w:val="7"/>
      </w:numPr>
      <w:spacing w:before="120"/>
    </w:pPr>
    <w:rPr>
      <w:rFonts w:eastAsia="MS Mincho"/>
      <w:szCs w:val="20"/>
      <w:lang w:val="en-GB"/>
    </w:rPr>
  </w:style>
  <w:style w:type="paragraph" w:customStyle="1" w:styleId="Arabic1">
    <w:name w:val="Arabic 1"/>
    <w:basedOn w:val="a9"/>
    <w:rsid w:val="007A69DD"/>
    <w:pPr>
      <w:numPr>
        <w:numId w:val="10"/>
      </w:numPr>
      <w:spacing w:before="120"/>
    </w:pPr>
    <w:rPr>
      <w:rFonts w:eastAsia="MS Mincho"/>
      <w:szCs w:val="20"/>
      <w:lang w:val="en-GB"/>
    </w:rPr>
  </w:style>
  <w:style w:type="paragraph" w:customStyle="1" w:styleId="Arabic3">
    <w:name w:val="Arabic 3"/>
    <w:basedOn w:val="31"/>
    <w:rsid w:val="007A69DD"/>
    <w:pPr>
      <w:numPr>
        <w:numId w:val="9"/>
      </w:numPr>
      <w:spacing w:before="120"/>
    </w:pPr>
    <w:rPr>
      <w:rFonts w:eastAsia="MS Mincho"/>
      <w:sz w:val="22"/>
      <w:szCs w:val="20"/>
      <w:lang w:val="en-GB"/>
    </w:rPr>
  </w:style>
  <w:style w:type="paragraph" w:customStyle="1" w:styleId="Arabic4">
    <w:name w:val="Arabic 4"/>
    <w:basedOn w:val="a"/>
    <w:rsid w:val="007A69DD"/>
    <w:pPr>
      <w:numPr>
        <w:numId w:val="11"/>
      </w:numPr>
      <w:spacing w:before="120" w:after="120"/>
    </w:pPr>
    <w:rPr>
      <w:rFonts w:eastAsia="MS Mincho"/>
      <w:szCs w:val="20"/>
      <w:lang w:val="en-GB"/>
    </w:rPr>
  </w:style>
  <w:style w:type="paragraph" w:customStyle="1" w:styleId="Arabic5">
    <w:name w:val="Arabic 5"/>
    <w:basedOn w:val="a"/>
    <w:rsid w:val="007A69DD"/>
    <w:pPr>
      <w:numPr>
        <w:numId w:val="12"/>
      </w:numPr>
      <w:spacing w:before="120" w:after="120"/>
    </w:pPr>
    <w:rPr>
      <w:rFonts w:eastAsia="MS Mincho"/>
      <w:szCs w:val="20"/>
      <w:lang w:val="en-GB"/>
    </w:rPr>
  </w:style>
  <w:style w:type="paragraph" w:customStyle="1" w:styleId="Arabic6">
    <w:name w:val="Arabic 6"/>
    <w:basedOn w:val="a"/>
    <w:rsid w:val="007A69DD"/>
    <w:pPr>
      <w:numPr>
        <w:numId w:val="8"/>
      </w:numPr>
      <w:spacing w:before="120" w:after="120"/>
    </w:pPr>
    <w:rPr>
      <w:rFonts w:eastAsia="MS Mincho"/>
      <w:szCs w:val="20"/>
      <w:lang w:val="en-GB"/>
    </w:rPr>
  </w:style>
  <w:style w:type="paragraph" w:customStyle="1" w:styleId="BodyText4">
    <w:name w:val="Body Text 4"/>
    <w:basedOn w:val="a9"/>
    <w:rsid w:val="007A69DD"/>
    <w:pPr>
      <w:spacing w:before="120"/>
      <w:ind w:left="2160"/>
    </w:pPr>
    <w:rPr>
      <w:rFonts w:eastAsia="MS Mincho"/>
      <w:szCs w:val="20"/>
      <w:lang w:val="en-GB"/>
    </w:rPr>
  </w:style>
  <w:style w:type="paragraph" w:customStyle="1" w:styleId="BodyText5">
    <w:name w:val="Body Text 5"/>
    <w:basedOn w:val="a9"/>
    <w:rsid w:val="007A69DD"/>
    <w:pPr>
      <w:spacing w:before="120"/>
      <w:ind w:left="2858"/>
    </w:pPr>
    <w:rPr>
      <w:rFonts w:eastAsia="MS Mincho"/>
      <w:szCs w:val="20"/>
      <w:lang w:val="en-GB"/>
    </w:rPr>
  </w:style>
  <w:style w:type="paragraph" w:customStyle="1" w:styleId="BodyText6">
    <w:name w:val="Body Text 6"/>
    <w:basedOn w:val="a9"/>
    <w:rsid w:val="007A69DD"/>
    <w:pPr>
      <w:spacing w:before="120"/>
      <w:ind w:left="3521"/>
    </w:pPr>
    <w:rPr>
      <w:rFonts w:eastAsia="MS Mincho"/>
      <w:szCs w:val="20"/>
      <w:lang w:val="en-GB"/>
    </w:rPr>
  </w:style>
  <w:style w:type="paragraph" w:customStyle="1" w:styleId="Roman1">
    <w:name w:val="Roman 1"/>
    <w:basedOn w:val="a9"/>
    <w:rsid w:val="007A69DD"/>
    <w:pPr>
      <w:numPr>
        <w:numId w:val="16"/>
      </w:numPr>
      <w:spacing w:before="120"/>
    </w:pPr>
    <w:rPr>
      <w:rFonts w:eastAsia="Times New Roman"/>
      <w:szCs w:val="20"/>
      <w:lang w:val="en-GB"/>
    </w:rPr>
  </w:style>
  <w:style w:type="paragraph" w:customStyle="1" w:styleId="Roman2">
    <w:name w:val="Roman 2"/>
    <w:basedOn w:val="23"/>
    <w:rsid w:val="007A69DD"/>
    <w:pPr>
      <w:numPr>
        <w:numId w:val="13"/>
      </w:numPr>
      <w:spacing w:before="120" w:line="240" w:lineRule="auto"/>
    </w:pPr>
    <w:rPr>
      <w:rFonts w:eastAsia="MS Mincho"/>
      <w:szCs w:val="20"/>
      <w:lang w:val="en-GB"/>
    </w:rPr>
  </w:style>
  <w:style w:type="paragraph" w:customStyle="1" w:styleId="Roman4">
    <w:name w:val="Roman 4"/>
    <w:basedOn w:val="BodyText4"/>
    <w:rsid w:val="007A69DD"/>
    <w:pPr>
      <w:numPr>
        <w:numId w:val="14"/>
      </w:numPr>
    </w:pPr>
  </w:style>
  <w:style w:type="paragraph" w:customStyle="1" w:styleId="Roman5">
    <w:name w:val="Roman 5"/>
    <w:basedOn w:val="BodyText5"/>
    <w:rsid w:val="007A69DD"/>
    <w:pPr>
      <w:numPr>
        <w:numId w:val="15"/>
      </w:numPr>
    </w:pPr>
  </w:style>
  <w:style w:type="paragraph" w:customStyle="1" w:styleId="310">
    <w:name w:val="Основной текст 31"/>
    <w:basedOn w:val="BodyText4"/>
    <w:rsid w:val="007A69DD"/>
    <w:pPr>
      <w:ind w:left="1440"/>
    </w:pPr>
    <w:rPr>
      <w:rFonts w:eastAsia="Times New Roman"/>
    </w:rPr>
  </w:style>
  <w:style w:type="paragraph" w:customStyle="1" w:styleId="210">
    <w:name w:val="Основной текст 21"/>
    <w:basedOn w:val="310"/>
    <w:rsid w:val="007A69DD"/>
    <w:pPr>
      <w:ind w:left="720"/>
    </w:pPr>
  </w:style>
  <w:style w:type="paragraph" w:customStyle="1" w:styleId="BodyText1">
    <w:name w:val="Body Text 1"/>
    <w:basedOn w:val="210"/>
    <w:rsid w:val="007A69DD"/>
    <w:pPr>
      <w:ind w:left="0"/>
    </w:pPr>
  </w:style>
  <w:style w:type="table" w:styleId="ac">
    <w:name w:val="Table Grid"/>
    <w:basedOn w:val="a1"/>
    <w:uiPriority w:val="59"/>
    <w:rsid w:val="00E04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theContract">
    <w:name w:val="Name of the Contract"/>
    <w:basedOn w:val="BodyText1"/>
    <w:qFormat/>
    <w:rsid w:val="007A69DD"/>
    <w:pPr>
      <w:jc w:val="center"/>
    </w:pPr>
    <w:rPr>
      <w:b/>
      <w:caps/>
      <w:lang w:val="ru-RU"/>
    </w:rPr>
  </w:style>
  <w:style w:type="paragraph" w:customStyle="1" w:styleId="NameoftheParty-AND">
    <w:name w:val="Name of the Party - AND"/>
    <w:basedOn w:val="BodyText1"/>
    <w:rsid w:val="0047609D"/>
    <w:pPr>
      <w:jc w:val="center"/>
    </w:pPr>
  </w:style>
  <w:style w:type="paragraph" w:customStyle="1" w:styleId="NameoftheParty">
    <w:name w:val="Name of the Party"/>
    <w:basedOn w:val="NameoftheParty-AND"/>
    <w:rsid w:val="0047609D"/>
    <w:rPr>
      <w:b/>
      <w:bCs/>
    </w:rPr>
  </w:style>
  <w:style w:type="paragraph" w:customStyle="1" w:styleId="LBBOLDCAPS">
    <w:name w:val="LB BOLD CAPS"/>
    <w:basedOn w:val="BodyText1"/>
    <w:rsid w:val="00681816"/>
    <w:rPr>
      <w:b/>
      <w:bCs/>
      <w:caps/>
    </w:rPr>
  </w:style>
  <w:style w:type="paragraph" w:styleId="ad">
    <w:name w:val="endnote text"/>
    <w:basedOn w:val="a"/>
    <w:link w:val="ae"/>
    <w:uiPriority w:val="99"/>
    <w:semiHidden/>
    <w:unhideWhenUsed/>
    <w:rsid w:val="00D30717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D30717"/>
    <w:rPr>
      <w:rFonts w:ascii="Times New Roman" w:hAnsi="Times New Roman"/>
      <w:sz w:val="20"/>
      <w:szCs w:val="20"/>
    </w:rPr>
  </w:style>
  <w:style w:type="character" w:styleId="af">
    <w:name w:val="endnote reference"/>
    <w:uiPriority w:val="99"/>
    <w:semiHidden/>
    <w:unhideWhenUsed/>
    <w:rsid w:val="00D30717"/>
    <w:rPr>
      <w:vertAlign w:val="superscript"/>
    </w:rPr>
  </w:style>
  <w:style w:type="paragraph" w:styleId="af0">
    <w:name w:val="footnote text"/>
    <w:basedOn w:val="a"/>
    <w:link w:val="af1"/>
    <w:uiPriority w:val="99"/>
    <w:unhideWhenUsed/>
    <w:rsid w:val="00CC7ECD"/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CC7ECD"/>
    <w:rPr>
      <w:rFonts w:ascii="Times New Roman" w:hAnsi="Times New Roman"/>
      <w:sz w:val="20"/>
      <w:szCs w:val="20"/>
    </w:rPr>
  </w:style>
  <w:style w:type="character" w:styleId="af2">
    <w:name w:val="footnote reference"/>
    <w:uiPriority w:val="99"/>
    <w:unhideWhenUsed/>
    <w:rsid w:val="00CC7ECD"/>
    <w:rPr>
      <w:vertAlign w:val="superscript"/>
    </w:rPr>
  </w:style>
  <w:style w:type="paragraph" w:styleId="af3">
    <w:name w:val="TOC Heading"/>
    <w:basedOn w:val="1"/>
    <w:next w:val="a"/>
    <w:uiPriority w:val="39"/>
    <w:semiHidden/>
    <w:unhideWhenUsed/>
    <w:qFormat/>
    <w:rsid w:val="00CD47D4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aps/>
      <w:color w:val="365F91"/>
      <w:sz w:val="28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12">
    <w:name w:val="toc 1"/>
    <w:basedOn w:val="a"/>
    <w:next w:val="a"/>
    <w:autoRedefine/>
    <w:uiPriority w:val="39"/>
    <w:unhideWhenUsed/>
    <w:rsid w:val="00CD47D4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CD47D4"/>
    <w:pPr>
      <w:spacing w:after="100"/>
      <w:ind w:left="220"/>
    </w:pPr>
  </w:style>
  <w:style w:type="paragraph" w:styleId="33">
    <w:name w:val="toc 3"/>
    <w:basedOn w:val="a"/>
    <w:next w:val="a"/>
    <w:autoRedefine/>
    <w:uiPriority w:val="39"/>
    <w:unhideWhenUsed/>
    <w:rsid w:val="00CD47D4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unhideWhenUsed/>
    <w:rsid w:val="00CD47D4"/>
    <w:pPr>
      <w:spacing w:after="100" w:line="276" w:lineRule="auto"/>
      <w:ind w:left="660"/>
      <w:jc w:val="left"/>
    </w:pPr>
    <w:rPr>
      <w:rFonts w:ascii="Calibri" w:eastAsia="Times New Roman" w:hAnsi="Calibri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CD47D4"/>
    <w:pPr>
      <w:spacing w:after="100" w:line="276" w:lineRule="auto"/>
      <w:ind w:left="880"/>
      <w:jc w:val="left"/>
    </w:pPr>
    <w:rPr>
      <w:rFonts w:ascii="Calibri" w:eastAsia="Times New Roman" w:hAnsi="Calibri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CD47D4"/>
    <w:pPr>
      <w:spacing w:after="100" w:line="276" w:lineRule="auto"/>
      <w:ind w:left="1100"/>
      <w:jc w:val="left"/>
    </w:pPr>
    <w:rPr>
      <w:rFonts w:ascii="Calibri" w:eastAsia="Times New Roman" w:hAnsi="Calibri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CD47D4"/>
    <w:pPr>
      <w:spacing w:after="100" w:line="276" w:lineRule="auto"/>
      <w:ind w:left="1320"/>
      <w:jc w:val="left"/>
    </w:pPr>
    <w:rPr>
      <w:rFonts w:ascii="Calibri" w:eastAsia="Times New Roman" w:hAnsi="Calibri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CD47D4"/>
    <w:pPr>
      <w:spacing w:after="100" w:line="276" w:lineRule="auto"/>
      <w:ind w:left="1540"/>
      <w:jc w:val="left"/>
    </w:pPr>
    <w:rPr>
      <w:rFonts w:ascii="Calibri" w:eastAsia="Times New Roman" w:hAnsi="Calibri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CD47D4"/>
    <w:pPr>
      <w:spacing w:after="100" w:line="276" w:lineRule="auto"/>
      <w:ind w:left="1760"/>
      <w:jc w:val="left"/>
    </w:pPr>
    <w:rPr>
      <w:rFonts w:ascii="Calibri" w:eastAsia="Times New Roman" w:hAnsi="Calibri"/>
      <w:lang w:eastAsia="ru-RU"/>
    </w:rPr>
  </w:style>
  <w:style w:type="character" w:styleId="af4">
    <w:name w:val="Hyperlink"/>
    <w:uiPriority w:val="99"/>
    <w:unhideWhenUsed/>
    <w:rsid w:val="00CD47D4"/>
    <w:rPr>
      <w:color w:val="0000FF"/>
      <w:u w:val="single"/>
    </w:rPr>
  </w:style>
  <w:style w:type="character" w:styleId="af5">
    <w:name w:val="annotation reference"/>
    <w:uiPriority w:val="99"/>
    <w:semiHidden/>
    <w:unhideWhenUsed/>
    <w:rsid w:val="00751F7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51F71"/>
    <w:rPr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rsid w:val="00751F71"/>
    <w:rPr>
      <w:rFonts w:ascii="Times New Roman" w:hAnsi="Times New Roman"/>
      <w:sz w:val="20"/>
      <w:szCs w:val="20"/>
    </w:rPr>
  </w:style>
  <w:style w:type="paragraph" w:customStyle="1" w:styleId="Style15">
    <w:name w:val="Style15"/>
    <w:basedOn w:val="a"/>
    <w:uiPriority w:val="99"/>
    <w:rsid w:val="00F43C18"/>
    <w:pPr>
      <w:widowControl w:val="0"/>
      <w:autoSpaceDE w:val="0"/>
      <w:autoSpaceDN w:val="0"/>
      <w:adjustRightInd w:val="0"/>
      <w:spacing w:line="318" w:lineRule="exact"/>
      <w:ind w:firstLine="533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43C18"/>
    <w:pPr>
      <w:widowControl w:val="0"/>
      <w:autoSpaceDE w:val="0"/>
      <w:autoSpaceDN w:val="0"/>
      <w:adjustRightInd w:val="0"/>
      <w:spacing w:line="316" w:lineRule="exact"/>
      <w:ind w:firstLine="554"/>
    </w:pPr>
    <w:rPr>
      <w:rFonts w:eastAsia="Times New Roman"/>
      <w:sz w:val="24"/>
      <w:szCs w:val="24"/>
      <w:lang w:eastAsia="ru-RU"/>
    </w:rPr>
  </w:style>
  <w:style w:type="character" w:customStyle="1" w:styleId="FontStyle188">
    <w:name w:val="Font Style188"/>
    <w:uiPriority w:val="99"/>
    <w:rsid w:val="00F43C18"/>
    <w:rPr>
      <w:rFonts w:ascii="Times New Roman" w:hAnsi="Times New Roman" w:cs="Times New Roman"/>
      <w:sz w:val="24"/>
      <w:szCs w:val="24"/>
    </w:rPr>
  </w:style>
  <w:style w:type="paragraph" w:customStyle="1" w:styleId="Style79">
    <w:name w:val="Style79"/>
    <w:basedOn w:val="a"/>
    <w:uiPriority w:val="99"/>
    <w:rsid w:val="00F43C18"/>
    <w:pPr>
      <w:widowControl w:val="0"/>
      <w:autoSpaceDE w:val="0"/>
      <w:autoSpaceDN w:val="0"/>
      <w:adjustRightInd w:val="0"/>
      <w:spacing w:line="324" w:lineRule="exact"/>
      <w:ind w:firstLine="1109"/>
    </w:pPr>
    <w:rPr>
      <w:rFonts w:eastAsia="Times New Roman"/>
      <w:sz w:val="24"/>
      <w:szCs w:val="24"/>
      <w:lang w:eastAsia="ru-RU"/>
    </w:rPr>
  </w:style>
  <w:style w:type="paragraph" w:customStyle="1" w:styleId="Style136">
    <w:name w:val="Style136"/>
    <w:basedOn w:val="a"/>
    <w:uiPriority w:val="99"/>
    <w:rsid w:val="00F43C18"/>
    <w:pPr>
      <w:widowControl w:val="0"/>
      <w:autoSpaceDE w:val="0"/>
      <w:autoSpaceDN w:val="0"/>
      <w:adjustRightInd w:val="0"/>
      <w:spacing w:line="319" w:lineRule="exact"/>
      <w:ind w:firstLine="1123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F4786F"/>
    <w:pPr>
      <w:widowControl w:val="0"/>
      <w:autoSpaceDE w:val="0"/>
      <w:autoSpaceDN w:val="0"/>
      <w:adjustRightInd w:val="0"/>
      <w:spacing w:line="310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F4786F"/>
    <w:pPr>
      <w:widowControl w:val="0"/>
      <w:autoSpaceDE w:val="0"/>
      <w:autoSpaceDN w:val="0"/>
      <w:adjustRightInd w:val="0"/>
      <w:spacing w:line="317" w:lineRule="exact"/>
      <w:ind w:firstLine="1411"/>
    </w:pPr>
    <w:rPr>
      <w:rFonts w:eastAsia="Times New Roman"/>
      <w:sz w:val="24"/>
      <w:szCs w:val="24"/>
      <w:lang w:eastAsia="ru-RU"/>
    </w:rPr>
  </w:style>
  <w:style w:type="paragraph" w:customStyle="1" w:styleId="Style82">
    <w:name w:val="Style82"/>
    <w:basedOn w:val="a"/>
    <w:uiPriority w:val="99"/>
    <w:rsid w:val="00F4786F"/>
    <w:pPr>
      <w:widowControl w:val="0"/>
      <w:autoSpaceDE w:val="0"/>
      <w:autoSpaceDN w:val="0"/>
      <w:adjustRightInd w:val="0"/>
      <w:spacing w:line="318" w:lineRule="exact"/>
      <w:ind w:firstLine="698"/>
    </w:pPr>
    <w:rPr>
      <w:rFonts w:eastAsia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uiPriority w:val="99"/>
    <w:unhideWhenUsed/>
    <w:rsid w:val="00640D0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rsid w:val="00640D0B"/>
    <w:rPr>
      <w:rFonts w:ascii="Times New Roman" w:hAnsi="Times New Roman"/>
      <w:sz w:val="16"/>
      <w:szCs w:val="16"/>
    </w:rPr>
  </w:style>
  <w:style w:type="paragraph" w:styleId="af8">
    <w:name w:val="List Paragraph"/>
    <w:basedOn w:val="a"/>
    <w:link w:val="af9"/>
    <w:qFormat/>
    <w:rsid w:val="00292304"/>
    <w:pPr>
      <w:spacing w:after="200" w:line="276" w:lineRule="auto"/>
      <w:ind w:left="720"/>
      <w:jc w:val="left"/>
    </w:pPr>
    <w:rPr>
      <w:rFonts w:ascii="Calibri" w:hAnsi="Calibri" w:cs="Calibri"/>
    </w:rPr>
  </w:style>
  <w:style w:type="paragraph" w:styleId="afa">
    <w:name w:val="Body Text Indent"/>
    <w:basedOn w:val="a"/>
    <w:link w:val="afb"/>
    <w:uiPriority w:val="99"/>
    <w:semiHidden/>
    <w:unhideWhenUsed/>
    <w:rsid w:val="001C332C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rsid w:val="001C332C"/>
    <w:rPr>
      <w:rFonts w:ascii="Times New Roman" w:hAnsi="Times New Roman"/>
    </w:rPr>
  </w:style>
  <w:style w:type="paragraph" w:customStyle="1" w:styleId="afc">
    <w:name w:val="Стандарт"/>
    <w:basedOn w:val="a"/>
    <w:next w:val="a"/>
    <w:rsid w:val="001C332C"/>
    <w:rPr>
      <w:rFonts w:ascii="ISOCPEUR" w:eastAsia="Times New Roman" w:hAnsi="ISOCPEUR"/>
      <w:bCs/>
      <w:sz w:val="24"/>
      <w:szCs w:val="20"/>
      <w:lang w:eastAsia="ru-RU"/>
    </w:rPr>
  </w:style>
  <w:style w:type="paragraph" w:styleId="afd">
    <w:name w:val="annotation subject"/>
    <w:basedOn w:val="af6"/>
    <w:next w:val="af6"/>
    <w:link w:val="afe"/>
    <w:uiPriority w:val="99"/>
    <w:semiHidden/>
    <w:unhideWhenUsed/>
    <w:rsid w:val="00417246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417246"/>
    <w:rPr>
      <w:rFonts w:ascii="Times New Roman" w:hAnsi="Times New Roman"/>
      <w:b/>
      <w:bCs/>
      <w:sz w:val="20"/>
      <w:szCs w:val="20"/>
    </w:rPr>
  </w:style>
  <w:style w:type="paragraph" w:styleId="aff">
    <w:name w:val="No Spacing"/>
    <w:basedOn w:val="a"/>
    <w:link w:val="aff0"/>
    <w:uiPriority w:val="1"/>
    <w:qFormat/>
    <w:rsid w:val="005B798A"/>
    <w:pPr>
      <w:jc w:val="left"/>
    </w:pPr>
    <w:rPr>
      <w:rFonts w:ascii="Cambria" w:eastAsia="Times New Roman" w:hAnsi="Cambria"/>
      <w:lang w:val="en-US" w:bidi="en-US"/>
    </w:rPr>
  </w:style>
  <w:style w:type="character" w:customStyle="1" w:styleId="aff0">
    <w:name w:val="Без интервала Знак"/>
    <w:link w:val="aff"/>
    <w:uiPriority w:val="1"/>
    <w:rsid w:val="005B798A"/>
    <w:rPr>
      <w:rFonts w:ascii="Cambria" w:eastAsia="Times New Roman" w:hAnsi="Cambria" w:cs="Times New Roman"/>
      <w:lang w:val="en-US" w:bidi="en-US"/>
    </w:rPr>
  </w:style>
  <w:style w:type="character" w:styleId="aff1">
    <w:name w:val="FollowedHyperlink"/>
    <w:uiPriority w:val="99"/>
    <w:semiHidden/>
    <w:unhideWhenUsed/>
    <w:rsid w:val="00B70A90"/>
    <w:rPr>
      <w:color w:val="800080"/>
      <w:u w:val="single"/>
    </w:rPr>
  </w:style>
  <w:style w:type="character" w:styleId="aff2">
    <w:name w:val="Book Title"/>
    <w:uiPriority w:val="33"/>
    <w:qFormat/>
    <w:rsid w:val="006735CA"/>
    <w:rPr>
      <w:b/>
      <w:bCs/>
      <w:smallCaps/>
      <w:spacing w:val="5"/>
    </w:rPr>
  </w:style>
  <w:style w:type="character" w:styleId="aff3">
    <w:name w:val="Subtle Reference"/>
    <w:uiPriority w:val="99"/>
    <w:qFormat/>
    <w:rsid w:val="007B3121"/>
    <w:rPr>
      <w:rFonts w:cs="Times New Roman"/>
      <w:smallCaps/>
      <w:color w:val="C0504D"/>
      <w:u w:val="single"/>
    </w:rPr>
  </w:style>
  <w:style w:type="paragraph" w:styleId="aff4">
    <w:name w:val="Title"/>
    <w:basedOn w:val="a"/>
    <w:next w:val="a"/>
    <w:link w:val="aff5"/>
    <w:uiPriority w:val="99"/>
    <w:qFormat/>
    <w:rsid w:val="007B312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f5">
    <w:name w:val="Название Знак"/>
    <w:link w:val="aff4"/>
    <w:uiPriority w:val="99"/>
    <w:rsid w:val="007B312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f6">
    <w:name w:val="Emphasis"/>
    <w:uiPriority w:val="20"/>
    <w:qFormat/>
    <w:rsid w:val="00B605CF"/>
  </w:style>
  <w:style w:type="character" w:styleId="aff7">
    <w:name w:val="Strong"/>
    <w:uiPriority w:val="22"/>
    <w:qFormat/>
    <w:rsid w:val="00B605CF"/>
  </w:style>
  <w:style w:type="character" w:customStyle="1" w:styleId="af9">
    <w:name w:val="Абзац списка Знак"/>
    <w:link w:val="af8"/>
    <w:rsid w:val="00475161"/>
    <w:rPr>
      <w:rFonts w:ascii="Calibri" w:eastAsia="Calibri" w:hAnsi="Calibri" w:cs="Calibri"/>
    </w:rPr>
  </w:style>
  <w:style w:type="paragraph" w:styleId="aff8">
    <w:name w:val="Revision"/>
    <w:hidden/>
    <w:uiPriority w:val="99"/>
    <w:semiHidden/>
    <w:rsid w:val="00AD416D"/>
    <w:rPr>
      <w:rFonts w:ascii="Times New Roman" w:hAnsi="Times New Roman"/>
      <w:sz w:val="22"/>
      <w:szCs w:val="22"/>
      <w:lang w:eastAsia="en-US"/>
    </w:rPr>
  </w:style>
  <w:style w:type="numbering" w:customStyle="1" w:styleId="21">
    <w:name w:val="Стиль21"/>
    <w:basedOn w:val="10"/>
    <w:uiPriority w:val="99"/>
    <w:rsid w:val="002A5CE8"/>
    <w:pPr>
      <w:numPr>
        <w:numId w:val="17"/>
      </w:numPr>
    </w:pPr>
  </w:style>
  <w:style w:type="table" w:customStyle="1" w:styleId="13">
    <w:name w:val="Сетка таблицы1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2"/>
    <w:uiPriority w:val="99"/>
    <w:semiHidden/>
    <w:unhideWhenUsed/>
    <w:rsid w:val="004603D6"/>
  </w:style>
  <w:style w:type="paragraph" w:customStyle="1" w:styleId="15">
    <w:name w:val="Абзац списка1"/>
    <w:basedOn w:val="a"/>
    <w:rsid w:val="004603D6"/>
    <w:pPr>
      <w:spacing w:after="200" w:line="276" w:lineRule="auto"/>
      <w:ind w:left="720"/>
      <w:jc w:val="left"/>
    </w:pPr>
    <w:rPr>
      <w:rFonts w:ascii="Calibri" w:eastAsia="Times New Roman" w:hAnsi="Calibri"/>
      <w:lang w:eastAsia="ru-RU"/>
    </w:rPr>
  </w:style>
  <w:style w:type="paragraph" w:styleId="aff9">
    <w:name w:val="Normal (Web)"/>
    <w:basedOn w:val="a"/>
    <w:rsid w:val="004603D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4603D6"/>
  </w:style>
  <w:style w:type="character" w:customStyle="1" w:styleId="apple-converted-space">
    <w:name w:val="apple-converted-space"/>
    <w:basedOn w:val="a0"/>
    <w:rsid w:val="004603D6"/>
  </w:style>
  <w:style w:type="table" w:customStyle="1" w:styleId="82">
    <w:name w:val="Сетка таблицы8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Block Text"/>
    <w:basedOn w:val="a"/>
    <w:uiPriority w:val="99"/>
    <w:semiHidden/>
    <w:unhideWhenUsed/>
    <w:rsid w:val="004603D6"/>
    <w:pPr>
      <w:ind w:left="-851" w:right="-397"/>
    </w:pPr>
    <w:rPr>
      <w:rFonts w:eastAsiaTheme="minorHAnsi"/>
      <w:sz w:val="24"/>
      <w:szCs w:val="24"/>
      <w:lang w:eastAsia="ru-RU"/>
    </w:rPr>
  </w:style>
  <w:style w:type="paragraph" w:customStyle="1" w:styleId="-">
    <w:name w:val="_Маркер (номер) - с заголовком"/>
    <w:basedOn w:val="a"/>
    <w:rsid w:val="004603D6"/>
    <w:pPr>
      <w:spacing w:before="240" w:after="60" w:line="360" w:lineRule="auto"/>
      <w:jc w:val="left"/>
    </w:pPr>
    <w:rPr>
      <w:rFonts w:eastAsiaTheme="minorHAnsi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BFC"/>
    <w:pPr>
      <w:jc w:val="both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next w:val="2"/>
    <w:link w:val="11"/>
    <w:uiPriority w:val="9"/>
    <w:qFormat/>
    <w:rsid w:val="00322AA1"/>
    <w:pPr>
      <w:keepNext/>
      <w:numPr>
        <w:numId w:val="4"/>
      </w:numPr>
      <w:spacing w:before="240" w:after="120"/>
      <w:outlineLvl w:val="0"/>
    </w:pPr>
    <w:rPr>
      <w:rFonts w:ascii="Times New Roman" w:eastAsia="Times New Roman" w:hAnsi="Times New Roman"/>
      <w:b/>
      <w:sz w:val="24"/>
      <w:szCs w:val="24"/>
      <w:lang w:eastAsia="en-US"/>
    </w:rPr>
  </w:style>
  <w:style w:type="paragraph" w:styleId="2">
    <w:name w:val="heading 2"/>
    <w:aliases w:val="2,Заголовок 2 Знак1,2 Знак,H2,h2,Б2,RTC,iz2,H2 Знак,Заголовок 21,Numbered text 3,HD2,Heading 2 Hidden,Раздел Знак,Заголовок 2 Знак Знак,Level 2 Topic Heading,H21,Major,CHS,H2-Heading 2,l2,Header2,22,heading2,list2"/>
    <w:next w:val="3"/>
    <w:link w:val="20"/>
    <w:uiPriority w:val="9"/>
    <w:unhideWhenUsed/>
    <w:qFormat/>
    <w:rsid w:val="00322AA1"/>
    <w:pPr>
      <w:numPr>
        <w:ilvl w:val="1"/>
        <w:numId w:val="4"/>
      </w:numPr>
      <w:tabs>
        <w:tab w:val="left" w:pos="1276"/>
      </w:tabs>
      <w:jc w:val="both"/>
      <w:outlineLvl w:val="1"/>
    </w:pPr>
    <w:rPr>
      <w:rFonts w:ascii="Times New Roman" w:eastAsia="Times New Roman" w:hAnsi="Times New Roman"/>
      <w:bCs/>
      <w:sz w:val="24"/>
      <w:szCs w:val="24"/>
      <w:lang w:eastAsia="en-US"/>
    </w:rPr>
  </w:style>
  <w:style w:type="paragraph" w:styleId="3">
    <w:name w:val="heading 3"/>
    <w:aliases w:val="H3"/>
    <w:next w:val="4"/>
    <w:link w:val="30"/>
    <w:uiPriority w:val="9"/>
    <w:unhideWhenUsed/>
    <w:qFormat/>
    <w:rsid w:val="00322AA1"/>
    <w:pPr>
      <w:numPr>
        <w:ilvl w:val="2"/>
        <w:numId w:val="4"/>
      </w:numPr>
      <w:jc w:val="both"/>
      <w:outlineLvl w:val="2"/>
    </w:pPr>
    <w:rPr>
      <w:rFonts w:ascii="Times New Roman" w:eastAsia="Times New Roman" w:hAnsi="Times New Roman"/>
      <w:bCs/>
      <w:sz w:val="24"/>
      <w:szCs w:val="24"/>
      <w:lang w:eastAsia="en-US"/>
    </w:rPr>
  </w:style>
  <w:style w:type="paragraph" w:styleId="4">
    <w:name w:val="heading 4"/>
    <w:aliases w:val="H4"/>
    <w:next w:val="5"/>
    <w:link w:val="40"/>
    <w:uiPriority w:val="9"/>
    <w:unhideWhenUsed/>
    <w:qFormat/>
    <w:rsid w:val="00322AA1"/>
    <w:pPr>
      <w:numPr>
        <w:ilvl w:val="3"/>
        <w:numId w:val="4"/>
      </w:numPr>
      <w:tabs>
        <w:tab w:val="clear" w:pos="1791"/>
        <w:tab w:val="num" w:pos="1701"/>
      </w:tabs>
      <w:ind w:left="1701" w:hanging="425"/>
      <w:jc w:val="both"/>
      <w:outlineLvl w:val="3"/>
    </w:pPr>
    <w:rPr>
      <w:rFonts w:ascii="Times New Roman" w:eastAsia="Times New Roman" w:hAnsi="Times New Roman"/>
      <w:bCs/>
      <w:iCs/>
      <w:sz w:val="24"/>
      <w:szCs w:val="24"/>
      <w:lang w:eastAsia="en-US"/>
    </w:rPr>
  </w:style>
  <w:style w:type="paragraph" w:styleId="5">
    <w:name w:val="heading 5"/>
    <w:aliases w:val="H5"/>
    <w:next w:val="6"/>
    <w:link w:val="50"/>
    <w:uiPriority w:val="9"/>
    <w:unhideWhenUsed/>
    <w:qFormat/>
    <w:rsid w:val="00322AA1"/>
    <w:pPr>
      <w:numPr>
        <w:ilvl w:val="4"/>
        <w:numId w:val="4"/>
      </w:numPr>
      <w:tabs>
        <w:tab w:val="left" w:pos="113"/>
        <w:tab w:val="left" w:pos="227"/>
      </w:tabs>
      <w:spacing w:before="60" w:after="60"/>
      <w:jc w:val="both"/>
      <w:outlineLvl w:val="4"/>
    </w:pPr>
    <w:rPr>
      <w:rFonts w:ascii="Georgia" w:eastAsia="Times New Roman" w:hAnsi="Georgia"/>
      <w:sz w:val="22"/>
      <w:lang w:eastAsia="en-US"/>
    </w:rPr>
  </w:style>
  <w:style w:type="paragraph" w:styleId="6">
    <w:name w:val="heading 6"/>
    <w:basedOn w:val="5"/>
    <w:next w:val="7"/>
    <w:link w:val="60"/>
    <w:uiPriority w:val="9"/>
    <w:unhideWhenUsed/>
    <w:qFormat/>
    <w:rsid w:val="00322AA1"/>
    <w:pPr>
      <w:outlineLvl w:val="5"/>
    </w:pPr>
  </w:style>
  <w:style w:type="paragraph" w:styleId="7">
    <w:name w:val="heading 7"/>
    <w:next w:val="8"/>
    <w:link w:val="70"/>
    <w:uiPriority w:val="9"/>
    <w:unhideWhenUsed/>
    <w:qFormat/>
    <w:rsid w:val="00322AA1"/>
    <w:pPr>
      <w:numPr>
        <w:ilvl w:val="6"/>
        <w:numId w:val="4"/>
      </w:numPr>
      <w:spacing w:before="120" w:after="120"/>
      <w:jc w:val="both"/>
      <w:outlineLvl w:val="6"/>
    </w:pPr>
    <w:rPr>
      <w:rFonts w:ascii="Times New Roman" w:eastAsia="Times New Roman" w:hAnsi="Times New Roman"/>
      <w:iCs/>
      <w:sz w:val="22"/>
      <w:szCs w:val="22"/>
      <w:lang w:eastAsia="en-US"/>
    </w:rPr>
  </w:style>
  <w:style w:type="paragraph" w:styleId="8">
    <w:name w:val="heading 8"/>
    <w:next w:val="a"/>
    <w:link w:val="80"/>
    <w:uiPriority w:val="9"/>
    <w:unhideWhenUsed/>
    <w:qFormat/>
    <w:rsid w:val="00322AA1"/>
    <w:pPr>
      <w:keepNext/>
      <w:keepLines/>
      <w:numPr>
        <w:ilvl w:val="7"/>
        <w:numId w:val="4"/>
      </w:numPr>
      <w:spacing w:before="200"/>
      <w:jc w:val="both"/>
      <w:outlineLvl w:val="7"/>
    </w:pPr>
    <w:rPr>
      <w:rFonts w:ascii="Times New Roman" w:eastAsia="Times New Roman" w:hAnsi="Times New Roman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B472E4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uiPriority w:val="9"/>
    <w:rsid w:val="00492D9F"/>
    <w:rPr>
      <w:rFonts w:ascii="Times New Roman" w:eastAsia="Times New Roman" w:hAnsi="Times New Roman"/>
      <w:b/>
      <w:sz w:val="24"/>
      <w:szCs w:val="24"/>
      <w:lang w:eastAsia="en-US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,H21 Знак,Major Знак"/>
    <w:link w:val="2"/>
    <w:uiPriority w:val="9"/>
    <w:rsid w:val="00B605CF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30">
    <w:name w:val="Заголовок 3 Знак"/>
    <w:aliases w:val="H3 Знак"/>
    <w:link w:val="3"/>
    <w:uiPriority w:val="9"/>
    <w:rsid w:val="0059533D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40">
    <w:name w:val="Заголовок 4 Знак"/>
    <w:aliases w:val="H4 Знак"/>
    <w:link w:val="4"/>
    <w:uiPriority w:val="9"/>
    <w:rsid w:val="00FC134A"/>
    <w:rPr>
      <w:rFonts w:ascii="Times New Roman" w:eastAsia="Times New Roman" w:hAnsi="Times New Roman"/>
      <w:bCs/>
      <w:iCs/>
      <w:sz w:val="24"/>
      <w:szCs w:val="24"/>
      <w:lang w:eastAsia="en-US"/>
    </w:rPr>
  </w:style>
  <w:style w:type="character" w:customStyle="1" w:styleId="50">
    <w:name w:val="Заголовок 5 Знак"/>
    <w:aliases w:val="H5 Знак"/>
    <w:link w:val="5"/>
    <w:uiPriority w:val="9"/>
    <w:rsid w:val="00BF43E6"/>
    <w:rPr>
      <w:rFonts w:ascii="Georgia" w:eastAsia="Times New Roman" w:hAnsi="Georgia"/>
      <w:sz w:val="22"/>
      <w:lang w:eastAsia="en-US"/>
    </w:rPr>
  </w:style>
  <w:style w:type="character" w:customStyle="1" w:styleId="60">
    <w:name w:val="Заголовок 6 Знак"/>
    <w:link w:val="6"/>
    <w:uiPriority w:val="9"/>
    <w:rsid w:val="00BF43E6"/>
    <w:rPr>
      <w:rFonts w:ascii="Georgia" w:eastAsia="Times New Roman" w:hAnsi="Georgia"/>
      <w:sz w:val="22"/>
      <w:lang w:eastAsia="en-US"/>
    </w:rPr>
  </w:style>
  <w:style w:type="character" w:customStyle="1" w:styleId="70">
    <w:name w:val="Заголовок 7 Знак"/>
    <w:link w:val="7"/>
    <w:uiPriority w:val="9"/>
    <w:rsid w:val="006E26B0"/>
    <w:rPr>
      <w:rFonts w:ascii="Times New Roman" w:eastAsia="Times New Roman" w:hAnsi="Times New Roman"/>
      <w:iCs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8775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7513"/>
  </w:style>
  <w:style w:type="paragraph" w:styleId="a5">
    <w:name w:val="footer"/>
    <w:basedOn w:val="a"/>
    <w:link w:val="a6"/>
    <w:uiPriority w:val="99"/>
    <w:unhideWhenUsed/>
    <w:rsid w:val="008775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7513"/>
  </w:style>
  <w:style w:type="paragraph" w:styleId="a7">
    <w:name w:val="Balloon Text"/>
    <w:basedOn w:val="a"/>
    <w:link w:val="a8"/>
    <w:uiPriority w:val="99"/>
    <w:semiHidden/>
    <w:unhideWhenUsed/>
    <w:rsid w:val="008775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77513"/>
    <w:rPr>
      <w:rFonts w:ascii="Tahoma" w:hAnsi="Tahoma" w:cs="Tahoma"/>
      <w:sz w:val="16"/>
      <w:szCs w:val="16"/>
    </w:rPr>
  </w:style>
  <w:style w:type="paragraph" w:customStyle="1" w:styleId="Parties">
    <w:name w:val="Parties"/>
    <w:basedOn w:val="a9"/>
    <w:next w:val="a9"/>
    <w:rsid w:val="007A69DD"/>
    <w:pPr>
      <w:numPr>
        <w:numId w:val="1"/>
      </w:numPr>
      <w:spacing w:before="120"/>
    </w:pPr>
    <w:rPr>
      <w:rFonts w:eastAsia="MS Mincho"/>
      <w:szCs w:val="20"/>
      <w:lang w:val="en-GB"/>
    </w:rPr>
  </w:style>
  <w:style w:type="paragraph" w:customStyle="1" w:styleId="Recitals">
    <w:name w:val="Recitals"/>
    <w:basedOn w:val="a9"/>
    <w:next w:val="a9"/>
    <w:rsid w:val="007A69DD"/>
    <w:pPr>
      <w:numPr>
        <w:numId w:val="2"/>
      </w:numPr>
      <w:spacing w:before="120"/>
    </w:pPr>
    <w:rPr>
      <w:rFonts w:eastAsia="MS Mincho"/>
      <w:szCs w:val="20"/>
      <w:lang w:val="en-GB"/>
    </w:rPr>
  </w:style>
  <w:style w:type="paragraph" w:customStyle="1" w:styleId="aa">
    <w:name w:val="Все прописные + жирный"/>
    <w:basedOn w:val="a9"/>
    <w:rsid w:val="00E3509A"/>
    <w:pPr>
      <w:spacing w:after="220"/>
    </w:pPr>
    <w:rPr>
      <w:rFonts w:eastAsia="MS Mincho"/>
      <w:b/>
      <w:caps/>
      <w:szCs w:val="20"/>
      <w:lang w:val="en-GB"/>
    </w:rPr>
  </w:style>
  <w:style w:type="paragraph" w:styleId="a9">
    <w:name w:val="Body Text"/>
    <w:basedOn w:val="a"/>
    <w:link w:val="ab"/>
    <w:unhideWhenUsed/>
    <w:qFormat/>
    <w:rsid w:val="00E3509A"/>
    <w:pPr>
      <w:spacing w:after="120"/>
    </w:pPr>
  </w:style>
  <w:style w:type="character" w:customStyle="1" w:styleId="ab">
    <w:name w:val="Основной текст Знак"/>
    <w:basedOn w:val="a0"/>
    <w:link w:val="a9"/>
    <w:rsid w:val="00E3509A"/>
  </w:style>
  <w:style w:type="numbering" w:customStyle="1" w:styleId="10">
    <w:name w:val="Стиль1"/>
    <w:basedOn w:val="a2"/>
    <w:uiPriority w:val="99"/>
    <w:rsid w:val="007745E1"/>
    <w:pPr>
      <w:numPr>
        <w:numId w:val="3"/>
      </w:numPr>
    </w:pPr>
  </w:style>
  <w:style w:type="character" w:customStyle="1" w:styleId="80">
    <w:name w:val="Заголовок 8 Знак"/>
    <w:link w:val="8"/>
    <w:uiPriority w:val="9"/>
    <w:rsid w:val="006E26B0"/>
    <w:rPr>
      <w:rFonts w:ascii="Times New Roman" w:eastAsia="Times New Roman" w:hAnsi="Times New Roman"/>
      <w:lang w:eastAsia="en-US"/>
    </w:rPr>
  </w:style>
  <w:style w:type="numbering" w:customStyle="1" w:styleId="22">
    <w:name w:val="Стиль2"/>
    <w:basedOn w:val="10"/>
    <w:uiPriority w:val="99"/>
    <w:rsid w:val="009C3FBE"/>
    <w:pPr>
      <w:numPr>
        <w:numId w:val="3"/>
      </w:numPr>
    </w:pPr>
  </w:style>
  <w:style w:type="character" w:customStyle="1" w:styleId="90">
    <w:name w:val="Заголовок 9 Знак"/>
    <w:link w:val="9"/>
    <w:uiPriority w:val="9"/>
    <w:rsid w:val="00B472E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Roman3">
    <w:name w:val="Roman 3"/>
    <w:basedOn w:val="31"/>
    <w:rsid w:val="007A69DD"/>
    <w:pPr>
      <w:numPr>
        <w:numId w:val="5"/>
      </w:numPr>
      <w:tabs>
        <w:tab w:val="clear" w:pos="2160"/>
        <w:tab w:val="num" w:pos="720"/>
      </w:tabs>
      <w:spacing w:before="120"/>
      <w:ind w:left="720"/>
    </w:pPr>
    <w:rPr>
      <w:rFonts w:eastAsia="MS Mincho"/>
      <w:sz w:val="22"/>
      <w:szCs w:val="20"/>
      <w:lang w:val="en-GB"/>
    </w:rPr>
  </w:style>
  <w:style w:type="paragraph" w:customStyle="1" w:styleId="Arabic2">
    <w:name w:val="Arabic 2"/>
    <w:basedOn w:val="23"/>
    <w:rsid w:val="007A69DD"/>
    <w:pPr>
      <w:numPr>
        <w:numId w:val="6"/>
      </w:numPr>
      <w:tabs>
        <w:tab w:val="clear" w:pos="1440"/>
        <w:tab w:val="num" w:pos="360"/>
      </w:tabs>
      <w:spacing w:before="120" w:line="240" w:lineRule="auto"/>
      <w:ind w:left="0" w:firstLine="0"/>
    </w:pPr>
    <w:rPr>
      <w:rFonts w:eastAsia="MS Mincho"/>
      <w:szCs w:val="20"/>
      <w:lang w:val="en-GB"/>
    </w:rPr>
  </w:style>
  <w:style w:type="paragraph" w:styleId="31">
    <w:name w:val="Body Text 3"/>
    <w:basedOn w:val="a"/>
    <w:link w:val="32"/>
    <w:uiPriority w:val="99"/>
    <w:semiHidden/>
    <w:unhideWhenUsed/>
    <w:rsid w:val="00A6594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A6594D"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unhideWhenUsed/>
    <w:rsid w:val="00A6594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6594D"/>
  </w:style>
  <w:style w:type="paragraph" w:customStyle="1" w:styleId="LBScheduleHeading">
    <w:name w:val="LB Schedule Heading"/>
    <w:basedOn w:val="a9"/>
    <w:next w:val="a"/>
    <w:uiPriority w:val="99"/>
    <w:rsid w:val="007A69DD"/>
    <w:pPr>
      <w:keepNext/>
      <w:pageBreakBefore/>
      <w:spacing w:before="120"/>
      <w:jc w:val="center"/>
    </w:pPr>
    <w:rPr>
      <w:rFonts w:eastAsia="MS Mincho"/>
      <w:b/>
      <w:caps/>
      <w:szCs w:val="20"/>
      <w:lang w:val="en-GB"/>
    </w:rPr>
  </w:style>
  <w:style w:type="paragraph" w:customStyle="1" w:styleId="LBScheduleSubheading">
    <w:name w:val="LB Schedule Subheading"/>
    <w:basedOn w:val="a9"/>
    <w:next w:val="a"/>
    <w:rsid w:val="007A69DD"/>
    <w:pPr>
      <w:keepNext/>
      <w:spacing w:before="120"/>
      <w:jc w:val="center"/>
    </w:pPr>
    <w:rPr>
      <w:rFonts w:eastAsia="MS Mincho"/>
      <w:b/>
      <w:szCs w:val="20"/>
      <w:lang w:val="en-GB"/>
    </w:rPr>
  </w:style>
  <w:style w:type="paragraph" w:customStyle="1" w:styleId="LBSchedulePart">
    <w:name w:val="LB Schedule Part"/>
    <w:basedOn w:val="a9"/>
    <w:next w:val="a9"/>
    <w:rsid w:val="007A69DD"/>
    <w:pPr>
      <w:keepNext/>
      <w:spacing w:before="120"/>
      <w:jc w:val="center"/>
    </w:pPr>
    <w:rPr>
      <w:rFonts w:eastAsia="MS Mincho"/>
      <w:b/>
      <w:szCs w:val="20"/>
      <w:lang w:val="en-GB"/>
    </w:rPr>
  </w:style>
  <w:style w:type="paragraph" w:customStyle="1" w:styleId="ScheduleFive">
    <w:name w:val="Schedule Five"/>
    <w:basedOn w:val="a9"/>
    <w:next w:val="a9"/>
    <w:rsid w:val="00CC530D"/>
    <w:pPr>
      <w:numPr>
        <w:ilvl w:val="4"/>
        <w:numId w:val="7"/>
      </w:numPr>
      <w:spacing w:after="220"/>
    </w:pPr>
    <w:rPr>
      <w:rFonts w:eastAsia="MS Mincho"/>
      <w:szCs w:val="20"/>
      <w:lang w:val="en-GB"/>
    </w:rPr>
  </w:style>
  <w:style w:type="paragraph" w:customStyle="1" w:styleId="ScheduleFour">
    <w:name w:val="Schedule Four"/>
    <w:basedOn w:val="a9"/>
    <w:next w:val="a9"/>
    <w:rsid w:val="00CC530D"/>
    <w:pPr>
      <w:numPr>
        <w:ilvl w:val="3"/>
        <w:numId w:val="7"/>
      </w:numPr>
      <w:spacing w:after="220"/>
    </w:pPr>
    <w:rPr>
      <w:rFonts w:eastAsia="MS Mincho"/>
      <w:szCs w:val="20"/>
      <w:lang w:val="en-GB"/>
    </w:rPr>
  </w:style>
  <w:style w:type="paragraph" w:customStyle="1" w:styleId="LBSchedule1">
    <w:name w:val="LB Schedule 1"/>
    <w:basedOn w:val="a9"/>
    <w:next w:val="LBSchedule2"/>
    <w:uiPriority w:val="1"/>
    <w:rsid w:val="007A69DD"/>
    <w:pPr>
      <w:numPr>
        <w:numId w:val="7"/>
      </w:numPr>
      <w:spacing w:before="120"/>
    </w:pPr>
    <w:rPr>
      <w:rFonts w:eastAsia="MS Mincho"/>
      <w:bCs/>
      <w:szCs w:val="20"/>
      <w:lang w:val="en-GB"/>
    </w:rPr>
  </w:style>
  <w:style w:type="paragraph" w:customStyle="1" w:styleId="LBSchedule3">
    <w:name w:val="LB Schedule 3"/>
    <w:basedOn w:val="a9"/>
    <w:uiPriority w:val="1"/>
    <w:rsid w:val="007A69DD"/>
    <w:pPr>
      <w:numPr>
        <w:ilvl w:val="2"/>
        <w:numId w:val="7"/>
      </w:numPr>
      <w:spacing w:before="120"/>
    </w:pPr>
    <w:rPr>
      <w:rFonts w:eastAsia="MS Mincho"/>
      <w:szCs w:val="20"/>
      <w:lang w:val="en-GB"/>
    </w:rPr>
  </w:style>
  <w:style w:type="paragraph" w:customStyle="1" w:styleId="LBSchedule2">
    <w:name w:val="LB Schedule 2"/>
    <w:basedOn w:val="a9"/>
    <w:next w:val="LBSchedule3"/>
    <w:uiPriority w:val="1"/>
    <w:rsid w:val="007A69DD"/>
    <w:pPr>
      <w:numPr>
        <w:ilvl w:val="1"/>
        <w:numId w:val="7"/>
      </w:numPr>
      <w:spacing w:before="120"/>
    </w:pPr>
    <w:rPr>
      <w:rFonts w:eastAsia="MS Mincho"/>
      <w:szCs w:val="20"/>
      <w:lang w:val="en-GB"/>
    </w:rPr>
  </w:style>
  <w:style w:type="paragraph" w:customStyle="1" w:styleId="Arabic1">
    <w:name w:val="Arabic 1"/>
    <w:basedOn w:val="a9"/>
    <w:rsid w:val="007A69DD"/>
    <w:pPr>
      <w:numPr>
        <w:numId w:val="10"/>
      </w:numPr>
      <w:spacing w:before="120"/>
    </w:pPr>
    <w:rPr>
      <w:rFonts w:eastAsia="MS Mincho"/>
      <w:szCs w:val="20"/>
      <w:lang w:val="en-GB"/>
    </w:rPr>
  </w:style>
  <w:style w:type="paragraph" w:customStyle="1" w:styleId="Arabic3">
    <w:name w:val="Arabic 3"/>
    <w:basedOn w:val="31"/>
    <w:rsid w:val="007A69DD"/>
    <w:pPr>
      <w:numPr>
        <w:numId w:val="9"/>
      </w:numPr>
      <w:spacing w:before="120"/>
    </w:pPr>
    <w:rPr>
      <w:rFonts w:eastAsia="MS Mincho"/>
      <w:sz w:val="22"/>
      <w:szCs w:val="20"/>
      <w:lang w:val="en-GB"/>
    </w:rPr>
  </w:style>
  <w:style w:type="paragraph" w:customStyle="1" w:styleId="Arabic4">
    <w:name w:val="Arabic 4"/>
    <w:basedOn w:val="a"/>
    <w:rsid w:val="007A69DD"/>
    <w:pPr>
      <w:numPr>
        <w:numId w:val="11"/>
      </w:numPr>
      <w:spacing w:before="120" w:after="120"/>
    </w:pPr>
    <w:rPr>
      <w:rFonts w:eastAsia="MS Mincho"/>
      <w:szCs w:val="20"/>
      <w:lang w:val="en-GB"/>
    </w:rPr>
  </w:style>
  <w:style w:type="paragraph" w:customStyle="1" w:styleId="Arabic5">
    <w:name w:val="Arabic 5"/>
    <w:basedOn w:val="a"/>
    <w:rsid w:val="007A69DD"/>
    <w:pPr>
      <w:numPr>
        <w:numId w:val="12"/>
      </w:numPr>
      <w:spacing w:before="120" w:after="120"/>
    </w:pPr>
    <w:rPr>
      <w:rFonts w:eastAsia="MS Mincho"/>
      <w:szCs w:val="20"/>
      <w:lang w:val="en-GB"/>
    </w:rPr>
  </w:style>
  <w:style w:type="paragraph" w:customStyle="1" w:styleId="Arabic6">
    <w:name w:val="Arabic 6"/>
    <w:basedOn w:val="a"/>
    <w:rsid w:val="007A69DD"/>
    <w:pPr>
      <w:numPr>
        <w:numId w:val="8"/>
      </w:numPr>
      <w:spacing w:before="120" w:after="120"/>
    </w:pPr>
    <w:rPr>
      <w:rFonts w:eastAsia="MS Mincho"/>
      <w:szCs w:val="20"/>
      <w:lang w:val="en-GB"/>
    </w:rPr>
  </w:style>
  <w:style w:type="paragraph" w:customStyle="1" w:styleId="BodyText4">
    <w:name w:val="Body Text 4"/>
    <w:basedOn w:val="a9"/>
    <w:rsid w:val="007A69DD"/>
    <w:pPr>
      <w:spacing w:before="120"/>
      <w:ind w:left="2160"/>
    </w:pPr>
    <w:rPr>
      <w:rFonts w:eastAsia="MS Mincho"/>
      <w:szCs w:val="20"/>
      <w:lang w:val="en-GB"/>
    </w:rPr>
  </w:style>
  <w:style w:type="paragraph" w:customStyle="1" w:styleId="BodyText5">
    <w:name w:val="Body Text 5"/>
    <w:basedOn w:val="a9"/>
    <w:rsid w:val="007A69DD"/>
    <w:pPr>
      <w:spacing w:before="120"/>
      <w:ind w:left="2858"/>
    </w:pPr>
    <w:rPr>
      <w:rFonts w:eastAsia="MS Mincho"/>
      <w:szCs w:val="20"/>
      <w:lang w:val="en-GB"/>
    </w:rPr>
  </w:style>
  <w:style w:type="paragraph" w:customStyle="1" w:styleId="BodyText6">
    <w:name w:val="Body Text 6"/>
    <w:basedOn w:val="a9"/>
    <w:rsid w:val="007A69DD"/>
    <w:pPr>
      <w:spacing w:before="120"/>
      <w:ind w:left="3521"/>
    </w:pPr>
    <w:rPr>
      <w:rFonts w:eastAsia="MS Mincho"/>
      <w:szCs w:val="20"/>
      <w:lang w:val="en-GB"/>
    </w:rPr>
  </w:style>
  <w:style w:type="paragraph" w:customStyle="1" w:styleId="Roman1">
    <w:name w:val="Roman 1"/>
    <w:basedOn w:val="a9"/>
    <w:rsid w:val="007A69DD"/>
    <w:pPr>
      <w:numPr>
        <w:numId w:val="16"/>
      </w:numPr>
      <w:spacing w:before="120"/>
    </w:pPr>
    <w:rPr>
      <w:rFonts w:eastAsia="Times New Roman"/>
      <w:szCs w:val="20"/>
      <w:lang w:val="en-GB"/>
    </w:rPr>
  </w:style>
  <w:style w:type="paragraph" w:customStyle="1" w:styleId="Roman2">
    <w:name w:val="Roman 2"/>
    <w:basedOn w:val="23"/>
    <w:rsid w:val="007A69DD"/>
    <w:pPr>
      <w:numPr>
        <w:numId w:val="13"/>
      </w:numPr>
      <w:spacing w:before="120" w:line="240" w:lineRule="auto"/>
    </w:pPr>
    <w:rPr>
      <w:rFonts w:eastAsia="MS Mincho"/>
      <w:szCs w:val="20"/>
      <w:lang w:val="en-GB"/>
    </w:rPr>
  </w:style>
  <w:style w:type="paragraph" w:customStyle="1" w:styleId="Roman4">
    <w:name w:val="Roman 4"/>
    <w:basedOn w:val="BodyText4"/>
    <w:rsid w:val="007A69DD"/>
    <w:pPr>
      <w:numPr>
        <w:numId w:val="14"/>
      </w:numPr>
    </w:pPr>
  </w:style>
  <w:style w:type="paragraph" w:customStyle="1" w:styleId="Roman5">
    <w:name w:val="Roman 5"/>
    <w:basedOn w:val="BodyText5"/>
    <w:rsid w:val="007A69DD"/>
    <w:pPr>
      <w:numPr>
        <w:numId w:val="15"/>
      </w:numPr>
    </w:pPr>
  </w:style>
  <w:style w:type="paragraph" w:customStyle="1" w:styleId="310">
    <w:name w:val="Основной текст 31"/>
    <w:basedOn w:val="BodyText4"/>
    <w:rsid w:val="007A69DD"/>
    <w:pPr>
      <w:ind w:left="1440"/>
    </w:pPr>
    <w:rPr>
      <w:rFonts w:eastAsia="Times New Roman"/>
    </w:rPr>
  </w:style>
  <w:style w:type="paragraph" w:customStyle="1" w:styleId="210">
    <w:name w:val="Основной текст 21"/>
    <w:basedOn w:val="310"/>
    <w:rsid w:val="007A69DD"/>
    <w:pPr>
      <w:ind w:left="720"/>
    </w:pPr>
  </w:style>
  <w:style w:type="paragraph" w:customStyle="1" w:styleId="BodyText1">
    <w:name w:val="Body Text 1"/>
    <w:basedOn w:val="210"/>
    <w:rsid w:val="007A69DD"/>
    <w:pPr>
      <w:ind w:left="0"/>
    </w:pPr>
  </w:style>
  <w:style w:type="table" w:styleId="ac">
    <w:name w:val="Table Grid"/>
    <w:basedOn w:val="a1"/>
    <w:uiPriority w:val="59"/>
    <w:rsid w:val="00E04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theContract">
    <w:name w:val="Name of the Contract"/>
    <w:basedOn w:val="BodyText1"/>
    <w:qFormat/>
    <w:rsid w:val="007A69DD"/>
    <w:pPr>
      <w:jc w:val="center"/>
    </w:pPr>
    <w:rPr>
      <w:b/>
      <w:caps/>
      <w:lang w:val="ru-RU"/>
    </w:rPr>
  </w:style>
  <w:style w:type="paragraph" w:customStyle="1" w:styleId="NameoftheParty-AND">
    <w:name w:val="Name of the Party - AND"/>
    <w:basedOn w:val="BodyText1"/>
    <w:rsid w:val="0047609D"/>
    <w:pPr>
      <w:jc w:val="center"/>
    </w:pPr>
  </w:style>
  <w:style w:type="paragraph" w:customStyle="1" w:styleId="NameoftheParty">
    <w:name w:val="Name of the Party"/>
    <w:basedOn w:val="NameoftheParty-AND"/>
    <w:rsid w:val="0047609D"/>
    <w:rPr>
      <w:b/>
      <w:bCs/>
    </w:rPr>
  </w:style>
  <w:style w:type="paragraph" w:customStyle="1" w:styleId="LBBOLDCAPS">
    <w:name w:val="LB BOLD CAPS"/>
    <w:basedOn w:val="BodyText1"/>
    <w:rsid w:val="00681816"/>
    <w:rPr>
      <w:b/>
      <w:bCs/>
      <w:caps/>
    </w:rPr>
  </w:style>
  <w:style w:type="paragraph" w:styleId="ad">
    <w:name w:val="endnote text"/>
    <w:basedOn w:val="a"/>
    <w:link w:val="ae"/>
    <w:uiPriority w:val="99"/>
    <w:semiHidden/>
    <w:unhideWhenUsed/>
    <w:rsid w:val="00D30717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D30717"/>
    <w:rPr>
      <w:rFonts w:ascii="Times New Roman" w:hAnsi="Times New Roman"/>
      <w:sz w:val="20"/>
      <w:szCs w:val="20"/>
    </w:rPr>
  </w:style>
  <w:style w:type="character" w:styleId="af">
    <w:name w:val="endnote reference"/>
    <w:uiPriority w:val="99"/>
    <w:semiHidden/>
    <w:unhideWhenUsed/>
    <w:rsid w:val="00D30717"/>
    <w:rPr>
      <w:vertAlign w:val="superscript"/>
    </w:rPr>
  </w:style>
  <w:style w:type="paragraph" w:styleId="af0">
    <w:name w:val="footnote text"/>
    <w:basedOn w:val="a"/>
    <w:link w:val="af1"/>
    <w:uiPriority w:val="99"/>
    <w:unhideWhenUsed/>
    <w:rsid w:val="00CC7ECD"/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CC7ECD"/>
    <w:rPr>
      <w:rFonts w:ascii="Times New Roman" w:hAnsi="Times New Roman"/>
      <w:sz w:val="20"/>
      <w:szCs w:val="20"/>
    </w:rPr>
  </w:style>
  <w:style w:type="character" w:styleId="af2">
    <w:name w:val="footnote reference"/>
    <w:uiPriority w:val="99"/>
    <w:unhideWhenUsed/>
    <w:rsid w:val="00CC7ECD"/>
    <w:rPr>
      <w:vertAlign w:val="superscript"/>
    </w:rPr>
  </w:style>
  <w:style w:type="paragraph" w:styleId="af3">
    <w:name w:val="TOC Heading"/>
    <w:basedOn w:val="1"/>
    <w:next w:val="a"/>
    <w:uiPriority w:val="39"/>
    <w:semiHidden/>
    <w:unhideWhenUsed/>
    <w:qFormat/>
    <w:rsid w:val="00CD47D4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aps/>
      <w:color w:val="365F91"/>
      <w:sz w:val="28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12">
    <w:name w:val="toc 1"/>
    <w:basedOn w:val="a"/>
    <w:next w:val="a"/>
    <w:autoRedefine/>
    <w:uiPriority w:val="39"/>
    <w:unhideWhenUsed/>
    <w:rsid w:val="00CD47D4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CD47D4"/>
    <w:pPr>
      <w:spacing w:after="100"/>
      <w:ind w:left="220"/>
    </w:pPr>
  </w:style>
  <w:style w:type="paragraph" w:styleId="33">
    <w:name w:val="toc 3"/>
    <w:basedOn w:val="a"/>
    <w:next w:val="a"/>
    <w:autoRedefine/>
    <w:uiPriority w:val="39"/>
    <w:unhideWhenUsed/>
    <w:rsid w:val="00CD47D4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unhideWhenUsed/>
    <w:rsid w:val="00CD47D4"/>
    <w:pPr>
      <w:spacing w:after="100" w:line="276" w:lineRule="auto"/>
      <w:ind w:left="660"/>
      <w:jc w:val="left"/>
    </w:pPr>
    <w:rPr>
      <w:rFonts w:ascii="Calibri" w:eastAsia="Times New Roman" w:hAnsi="Calibri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CD47D4"/>
    <w:pPr>
      <w:spacing w:after="100" w:line="276" w:lineRule="auto"/>
      <w:ind w:left="880"/>
      <w:jc w:val="left"/>
    </w:pPr>
    <w:rPr>
      <w:rFonts w:ascii="Calibri" w:eastAsia="Times New Roman" w:hAnsi="Calibri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CD47D4"/>
    <w:pPr>
      <w:spacing w:after="100" w:line="276" w:lineRule="auto"/>
      <w:ind w:left="1100"/>
      <w:jc w:val="left"/>
    </w:pPr>
    <w:rPr>
      <w:rFonts w:ascii="Calibri" w:eastAsia="Times New Roman" w:hAnsi="Calibri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CD47D4"/>
    <w:pPr>
      <w:spacing w:after="100" w:line="276" w:lineRule="auto"/>
      <w:ind w:left="1320"/>
      <w:jc w:val="left"/>
    </w:pPr>
    <w:rPr>
      <w:rFonts w:ascii="Calibri" w:eastAsia="Times New Roman" w:hAnsi="Calibri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CD47D4"/>
    <w:pPr>
      <w:spacing w:after="100" w:line="276" w:lineRule="auto"/>
      <w:ind w:left="1540"/>
      <w:jc w:val="left"/>
    </w:pPr>
    <w:rPr>
      <w:rFonts w:ascii="Calibri" w:eastAsia="Times New Roman" w:hAnsi="Calibri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CD47D4"/>
    <w:pPr>
      <w:spacing w:after="100" w:line="276" w:lineRule="auto"/>
      <w:ind w:left="1760"/>
      <w:jc w:val="left"/>
    </w:pPr>
    <w:rPr>
      <w:rFonts w:ascii="Calibri" w:eastAsia="Times New Roman" w:hAnsi="Calibri"/>
      <w:lang w:eastAsia="ru-RU"/>
    </w:rPr>
  </w:style>
  <w:style w:type="character" w:styleId="af4">
    <w:name w:val="Hyperlink"/>
    <w:uiPriority w:val="99"/>
    <w:unhideWhenUsed/>
    <w:rsid w:val="00CD47D4"/>
    <w:rPr>
      <w:color w:val="0000FF"/>
      <w:u w:val="single"/>
    </w:rPr>
  </w:style>
  <w:style w:type="character" w:styleId="af5">
    <w:name w:val="annotation reference"/>
    <w:uiPriority w:val="99"/>
    <w:semiHidden/>
    <w:unhideWhenUsed/>
    <w:rsid w:val="00751F7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51F71"/>
    <w:rPr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rsid w:val="00751F71"/>
    <w:rPr>
      <w:rFonts w:ascii="Times New Roman" w:hAnsi="Times New Roman"/>
      <w:sz w:val="20"/>
      <w:szCs w:val="20"/>
    </w:rPr>
  </w:style>
  <w:style w:type="paragraph" w:customStyle="1" w:styleId="Style15">
    <w:name w:val="Style15"/>
    <w:basedOn w:val="a"/>
    <w:uiPriority w:val="99"/>
    <w:rsid w:val="00F43C18"/>
    <w:pPr>
      <w:widowControl w:val="0"/>
      <w:autoSpaceDE w:val="0"/>
      <w:autoSpaceDN w:val="0"/>
      <w:adjustRightInd w:val="0"/>
      <w:spacing w:line="318" w:lineRule="exact"/>
      <w:ind w:firstLine="533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43C18"/>
    <w:pPr>
      <w:widowControl w:val="0"/>
      <w:autoSpaceDE w:val="0"/>
      <w:autoSpaceDN w:val="0"/>
      <w:adjustRightInd w:val="0"/>
      <w:spacing w:line="316" w:lineRule="exact"/>
      <w:ind w:firstLine="554"/>
    </w:pPr>
    <w:rPr>
      <w:rFonts w:eastAsia="Times New Roman"/>
      <w:sz w:val="24"/>
      <w:szCs w:val="24"/>
      <w:lang w:eastAsia="ru-RU"/>
    </w:rPr>
  </w:style>
  <w:style w:type="character" w:customStyle="1" w:styleId="FontStyle188">
    <w:name w:val="Font Style188"/>
    <w:uiPriority w:val="99"/>
    <w:rsid w:val="00F43C18"/>
    <w:rPr>
      <w:rFonts w:ascii="Times New Roman" w:hAnsi="Times New Roman" w:cs="Times New Roman"/>
      <w:sz w:val="24"/>
      <w:szCs w:val="24"/>
    </w:rPr>
  </w:style>
  <w:style w:type="paragraph" w:customStyle="1" w:styleId="Style79">
    <w:name w:val="Style79"/>
    <w:basedOn w:val="a"/>
    <w:uiPriority w:val="99"/>
    <w:rsid w:val="00F43C18"/>
    <w:pPr>
      <w:widowControl w:val="0"/>
      <w:autoSpaceDE w:val="0"/>
      <w:autoSpaceDN w:val="0"/>
      <w:adjustRightInd w:val="0"/>
      <w:spacing w:line="324" w:lineRule="exact"/>
      <w:ind w:firstLine="1109"/>
    </w:pPr>
    <w:rPr>
      <w:rFonts w:eastAsia="Times New Roman"/>
      <w:sz w:val="24"/>
      <w:szCs w:val="24"/>
      <w:lang w:eastAsia="ru-RU"/>
    </w:rPr>
  </w:style>
  <w:style w:type="paragraph" w:customStyle="1" w:styleId="Style136">
    <w:name w:val="Style136"/>
    <w:basedOn w:val="a"/>
    <w:uiPriority w:val="99"/>
    <w:rsid w:val="00F43C18"/>
    <w:pPr>
      <w:widowControl w:val="0"/>
      <w:autoSpaceDE w:val="0"/>
      <w:autoSpaceDN w:val="0"/>
      <w:adjustRightInd w:val="0"/>
      <w:spacing w:line="319" w:lineRule="exact"/>
      <w:ind w:firstLine="1123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F4786F"/>
    <w:pPr>
      <w:widowControl w:val="0"/>
      <w:autoSpaceDE w:val="0"/>
      <w:autoSpaceDN w:val="0"/>
      <w:adjustRightInd w:val="0"/>
      <w:spacing w:line="310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F4786F"/>
    <w:pPr>
      <w:widowControl w:val="0"/>
      <w:autoSpaceDE w:val="0"/>
      <w:autoSpaceDN w:val="0"/>
      <w:adjustRightInd w:val="0"/>
      <w:spacing w:line="317" w:lineRule="exact"/>
      <w:ind w:firstLine="1411"/>
    </w:pPr>
    <w:rPr>
      <w:rFonts w:eastAsia="Times New Roman"/>
      <w:sz w:val="24"/>
      <w:szCs w:val="24"/>
      <w:lang w:eastAsia="ru-RU"/>
    </w:rPr>
  </w:style>
  <w:style w:type="paragraph" w:customStyle="1" w:styleId="Style82">
    <w:name w:val="Style82"/>
    <w:basedOn w:val="a"/>
    <w:uiPriority w:val="99"/>
    <w:rsid w:val="00F4786F"/>
    <w:pPr>
      <w:widowControl w:val="0"/>
      <w:autoSpaceDE w:val="0"/>
      <w:autoSpaceDN w:val="0"/>
      <w:adjustRightInd w:val="0"/>
      <w:spacing w:line="318" w:lineRule="exact"/>
      <w:ind w:firstLine="698"/>
    </w:pPr>
    <w:rPr>
      <w:rFonts w:eastAsia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uiPriority w:val="99"/>
    <w:unhideWhenUsed/>
    <w:rsid w:val="00640D0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rsid w:val="00640D0B"/>
    <w:rPr>
      <w:rFonts w:ascii="Times New Roman" w:hAnsi="Times New Roman"/>
      <w:sz w:val="16"/>
      <w:szCs w:val="16"/>
    </w:rPr>
  </w:style>
  <w:style w:type="paragraph" w:styleId="af8">
    <w:name w:val="List Paragraph"/>
    <w:basedOn w:val="a"/>
    <w:link w:val="af9"/>
    <w:qFormat/>
    <w:rsid w:val="00292304"/>
    <w:pPr>
      <w:spacing w:after="200" w:line="276" w:lineRule="auto"/>
      <w:ind w:left="720"/>
      <w:jc w:val="left"/>
    </w:pPr>
    <w:rPr>
      <w:rFonts w:ascii="Calibri" w:hAnsi="Calibri" w:cs="Calibri"/>
    </w:rPr>
  </w:style>
  <w:style w:type="paragraph" w:styleId="afa">
    <w:name w:val="Body Text Indent"/>
    <w:basedOn w:val="a"/>
    <w:link w:val="afb"/>
    <w:uiPriority w:val="99"/>
    <w:semiHidden/>
    <w:unhideWhenUsed/>
    <w:rsid w:val="001C332C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rsid w:val="001C332C"/>
    <w:rPr>
      <w:rFonts w:ascii="Times New Roman" w:hAnsi="Times New Roman"/>
    </w:rPr>
  </w:style>
  <w:style w:type="paragraph" w:customStyle="1" w:styleId="afc">
    <w:name w:val="Стандарт"/>
    <w:basedOn w:val="a"/>
    <w:next w:val="a"/>
    <w:rsid w:val="001C332C"/>
    <w:rPr>
      <w:rFonts w:ascii="ISOCPEUR" w:eastAsia="Times New Roman" w:hAnsi="ISOCPEUR"/>
      <w:bCs/>
      <w:sz w:val="24"/>
      <w:szCs w:val="20"/>
      <w:lang w:eastAsia="ru-RU"/>
    </w:rPr>
  </w:style>
  <w:style w:type="paragraph" w:styleId="afd">
    <w:name w:val="annotation subject"/>
    <w:basedOn w:val="af6"/>
    <w:next w:val="af6"/>
    <w:link w:val="afe"/>
    <w:uiPriority w:val="99"/>
    <w:semiHidden/>
    <w:unhideWhenUsed/>
    <w:rsid w:val="00417246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417246"/>
    <w:rPr>
      <w:rFonts w:ascii="Times New Roman" w:hAnsi="Times New Roman"/>
      <w:b/>
      <w:bCs/>
      <w:sz w:val="20"/>
      <w:szCs w:val="20"/>
    </w:rPr>
  </w:style>
  <w:style w:type="paragraph" w:styleId="aff">
    <w:name w:val="No Spacing"/>
    <w:basedOn w:val="a"/>
    <w:link w:val="aff0"/>
    <w:uiPriority w:val="1"/>
    <w:qFormat/>
    <w:rsid w:val="005B798A"/>
    <w:pPr>
      <w:jc w:val="left"/>
    </w:pPr>
    <w:rPr>
      <w:rFonts w:ascii="Cambria" w:eastAsia="Times New Roman" w:hAnsi="Cambria"/>
      <w:lang w:val="en-US" w:bidi="en-US"/>
    </w:rPr>
  </w:style>
  <w:style w:type="character" w:customStyle="1" w:styleId="aff0">
    <w:name w:val="Без интервала Знак"/>
    <w:link w:val="aff"/>
    <w:uiPriority w:val="1"/>
    <w:rsid w:val="005B798A"/>
    <w:rPr>
      <w:rFonts w:ascii="Cambria" w:eastAsia="Times New Roman" w:hAnsi="Cambria" w:cs="Times New Roman"/>
      <w:lang w:val="en-US" w:bidi="en-US"/>
    </w:rPr>
  </w:style>
  <w:style w:type="character" w:styleId="aff1">
    <w:name w:val="FollowedHyperlink"/>
    <w:uiPriority w:val="99"/>
    <w:semiHidden/>
    <w:unhideWhenUsed/>
    <w:rsid w:val="00B70A90"/>
    <w:rPr>
      <w:color w:val="800080"/>
      <w:u w:val="single"/>
    </w:rPr>
  </w:style>
  <w:style w:type="character" w:styleId="aff2">
    <w:name w:val="Book Title"/>
    <w:uiPriority w:val="33"/>
    <w:qFormat/>
    <w:rsid w:val="006735CA"/>
    <w:rPr>
      <w:b/>
      <w:bCs/>
      <w:smallCaps/>
      <w:spacing w:val="5"/>
    </w:rPr>
  </w:style>
  <w:style w:type="character" w:styleId="aff3">
    <w:name w:val="Subtle Reference"/>
    <w:uiPriority w:val="99"/>
    <w:qFormat/>
    <w:rsid w:val="007B3121"/>
    <w:rPr>
      <w:rFonts w:cs="Times New Roman"/>
      <w:smallCaps/>
      <w:color w:val="C0504D"/>
      <w:u w:val="single"/>
    </w:rPr>
  </w:style>
  <w:style w:type="paragraph" w:styleId="aff4">
    <w:name w:val="Title"/>
    <w:basedOn w:val="a"/>
    <w:next w:val="a"/>
    <w:link w:val="aff5"/>
    <w:uiPriority w:val="99"/>
    <w:qFormat/>
    <w:rsid w:val="007B312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f5">
    <w:name w:val="Название Знак"/>
    <w:link w:val="aff4"/>
    <w:uiPriority w:val="99"/>
    <w:rsid w:val="007B312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f6">
    <w:name w:val="Emphasis"/>
    <w:uiPriority w:val="20"/>
    <w:qFormat/>
    <w:rsid w:val="00B605CF"/>
  </w:style>
  <w:style w:type="character" w:styleId="aff7">
    <w:name w:val="Strong"/>
    <w:uiPriority w:val="22"/>
    <w:qFormat/>
    <w:rsid w:val="00B605CF"/>
  </w:style>
  <w:style w:type="character" w:customStyle="1" w:styleId="af9">
    <w:name w:val="Абзац списка Знак"/>
    <w:link w:val="af8"/>
    <w:rsid w:val="00475161"/>
    <w:rPr>
      <w:rFonts w:ascii="Calibri" w:eastAsia="Calibri" w:hAnsi="Calibri" w:cs="Calibri"/>
    </w:rPr>
  </w:style>
  <w:style w:type="paragraph" w:styleId="aff8">
    <w:name w:val="Revision"/>
    <w:hidden/>
    <w:uiPriority w:val="99"/>
    <w:semiHidden/>
    <w:rsid w:val="00AD416D"/>
    <w:rPr>
      <w:rFonts w:ascii="Times New Roman" w:hAnsi="Times New Roman"/>
      <w:sz w:val="22"/>
      <w:szCs w:val="22"/>
      <w:lang w:eastAsia="en-US"/>
    </w:rPr>
  </w:style>
  <w:style w:type="numbering" w:customStyle="1" w:styleId="21">
    <w:name w:val="Стиль21"/>
    <w:basedOn w:val="10"/>
    <w:uiPriority w:val="99"/>
    <w:rsid w:val="002A5CE8"/>
    <w:pPr>
      <w:numPr>
        <w:numId w:val="17"/>
      </w:numPr>
    </w:pPr>
  </w:style>
  <w:style w:type="table" w:customStyle="1" w:styleId="13">
    <w:name w:val="Сетка таблицы1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2"/>
    <w:uiPriority w:val="99"/>
    <w:semiHidden/>
    <w:unhideWhenUsed/>
    <w:rsid w:val="004603D6"/>
  </w:style>
  <w:style w:type="paragraph" w:customStyle="1" w:styleId="15">
    <w:name w:val="Абзац списка1"/>
    <w:basedOn w:val="a"/>
    <w:rsid w:val="004603D6"/>
    <w:pPr>
      <w:spacing w:after="200" w:line="276" w:lineRule="auto"/>
      <w:ind w:left="720"/>
      <w:jc w:val="left"/>
    </w:pPr>
    <w:rPr>
      <w:rFonts w:ascii="Calibri" w:eastAsia="Times New Roman" w:hAnsi="Calibri"/>
      <w:lang w:eastAsia="ru-RU"/>
    </w:rPr>
  </w:style>
  <w:style w:type="paragraph" w:styleId="aff9">
    <w:name w:val="Normal (Web)"/>
    <w:basedOn w:val="a"/>
    <w:rsid w:val="004603D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4603D6"/>
  </w:style>
  <w:style w:type="character" w:customStyle="1" w:styleId="apple-converted-space">
    <w:name w:val="apple-converted-space"/>
    <w:basedOn w:val="a0"/>
    <w:rsid w:val="004603D6"/>
  </w:style>
  <w:style w:type="table" w:customStyle="1" w:styleId="82">
    <w:name w:val="Сетка таблицы8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Block Text"/>
    <w:basedOn w:val="a"/>
    <w:uiPriority w:val="99"/>
    <w:semiHidden/>
    <w:unhideWhenUsed/>
    <w:rsid w:val="004603D6"/>
    <w:pPr>
      <w:ind w:left="-851" w:right="-397"/>
    </w:pPr>
    <w:rPr>
      <w:rFonts w:eastAsiaTheme="minorHAnsi"/>
      <w:sz w:val="24"/>
      <w:szCs w:val="24"/>
      <w:lang w:eastAsia="ru-RU"/>
    </w:rPr>
  </w:style>
  <w:style w:type="paragraph" w:customStyle="1" w:styleId="-">
    <w:name w:val="_Маркер (номер) - с заголовком"/>
    <w:basedOn w:val="a"/>
    <w:rsid w:val="004603D6"/>
    <w:pPr>
      <w:spacing w:before="240" w:after="60" w:line="360" w:lineRule="auto"/>
      <w:jc w:val="left"/>
    </w:pPr>
    <w:rPr>
      <w:rFonts w:eastAsiaTheme="minorHAnsi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17-Legal%20issues\&#1058;&#1080;&#1087;&#1086;&#1074;&#1099;&#1077;%20&#1092;&#1086;&#1088;&#1084;&#1099;%20&#1076;&#1086;&#1075;&#1086;&#1074;&#1086;&#1088;&#1086;&#1074;_2015_&#1087;&#1072;&#1088;&#1086;&#1083;&#1100;_&#1092;&#1086;&#1088;&#1084;&#1072;&#1090;_1\&#1076;&#1086;&#1075;&#1086;&#1074;&#1086;&#1088;&#1099;_&#1076;&#1077;&#1074;&#1077;&#1083;&#1086;&#1087;&#1084;&#1077;&#1085;&#1090;\&#1076;&#1086;&#1075;&#1086;&#1074;&#1086;&#1088;&#1099;%20&#1057;&#1052;&#1056;+&#1055;&#1088;&#1086;&#1077;&#1082;&#1090;&#1080;&#1088;&#1086;&#1074;&#1072;&#1085;&#1080;&#1077;\&#1044;_&#1055;&#1086;&#1076;&#1088;&#1103;&#1076;&#1072;&#1057;&#1052;&#1056;&#1055;&#1086;&#1083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01B4D-F555-46C9-99D5-5C4388AFF3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4A1F34-51D4-4931-83E8-4A72D25644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B046E9-25D6-4394-A4CC-32470578A9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A66957-5A96-4DF2-A7B2-FB191C901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Д_ПодрядаСМРПолный</Template>
  <TotalTime>0</TotalTime>
  <Pages>1</Pages>
  <Words>244</Words>
  <Characters>1394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 Yuliya</dc:creator>
  <cp:lastModifiedBy>Darmonuk Natalia</cp:lastModifiedBy>
  <cp:revision>2</cp:revision>
  <cp:lastPrinted>2016-12-13T12:55:00Z</cp:lastPrinted>
  <dcterms:created xsi:type="dcterms:W3CDTF">2018-09-20T15:20:00Z</dcterms:created>
  <dcterms:modified xsi:type="dcterms:W3CDTF">2018-09-20T15:20:00Z</dcterms:modified>
</cp:coreProperties>
</file>